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365" w:rsidRDefault="00FA6365" w:rsidP="00FA6365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365" w:rsidRDefault="00FA6365" w:rsidP="00FA6365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FA6365" w:rsidRDefault="00FA6365" w:rsidP="00FA6365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FA6365" w:rsidRDefault="00FA6365" w:rsidP="00FA6365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FA6365" w:rsidRDefault="00FA6365" w:rsidP="00FA6365">
      <w:pPr>
        <w:jc w:val="center"/>
        <w:rPr>
          <w:b/>
          <w:sz w:val="28"/>
        </w:rPr>
      </w:pPr>
    </w:p>
    <w:p w:rsidR="00FA6365" w:rsidRDefault="00FA6365" w:rsidP="00FA6365">
      <w:pPr>
        <w:jc w:val="center"/>
        <w:rPr>
          <w:b/>
          <w:sz w:val="28"/>
        </w:rPr>
      </w:pPr>
    </w:p>
    <w:p w:rsidR="00FA6365" w:rsidRDefault="00FA6365" w:rsidP="00FA6365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FA6365" w:rsidRDefault="00FA6365" w:rsidP="00FA6365">
      <w:pPr>
        <w:jc w:val="both"/>
        <w:rPr>
          <w:b/>
          <w:sz w:val="32"/>
        </w:rPr>
      </w:pPr>
    </w:p>
    <w:p w:rsidR="00FA6365" w:rsidRDefault="00FA6365" w:rsidP="00FA6365">
      <w:pPr>
        <w:jc w:val="both"/>
        <w:rPr>
          <w:b/>
          <w:sz w:val="32"/>
        </w:rPr>
      </w:pPr>
    </w:p>
    <w:p w:rsidR="00FA6365" w:rsidRDefault="00FA6365" w:rsidP="00FA6365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5873C0">
        <w:rPr>
          <w:b/>
          <w:sz w:val="32"/>
        </w:rPr>
        <w:t>11</w:t>
      </w:r>
      <w:r>
        <w:rPr>
          <w:b/>
          <w:sz w:val="32"/>
        </w:rPr>
        <w:t xml:space="preserve"> » ___</w:t>
      </w:r>
      <w:r w:rsidR="005873C0" w:rsidRPr="005873C0">
        <w:rPr>
          <w:b/>
          <w:sz w:val="32"/>
          <w:u w:val="single"/>
        </w:rPr>
        <w:t>08</w:t>
      </w:r>
      <w:r>
        <w:rPr>
          <w:b/>
          <w:sz w:val="32"/>
        </w:rPr>
        <w:t xml:space="preserve">___2023   г.    </w:t>
      </w:r>
      <w:r w:rsidR="005873C0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5873C0">
        <w:rPr>
          <w:b/>
          <w:sz w:val="32"/>
        </w:rPr>
        <w:t xml:space="preserve"> 0942-п</w:t>
      </w:r>
    </w:p>
    <w:p w:rsidR="00FA6365" w:rsidRDefault="00FA6365" w:rsidP="00FA6365">
      <w:pPr>
        <w:jc w:val="both"/>
        <w:rPr>
          <w:bCs/>
          <w:sz w:val="28"/>
          <w:szCs w:val="28"/>
        </w:rPr>
      </w:pPr>
    </w:p>
    <w:p w:rsidR="00FA6365" w:rsidRDefault="00FA6365" w:rsidP="00FA6365">
      <w:pPr>
        <w:jc w:val="both"/>
        <w:rPr>
          <w:bCs/>
          <w:sz w:val="28"/>
          <w:szCs w:val="28"/>
        </w:rPr>
      </w:pPr>
    </w:p>
    <w:p w:rsidR="00C467DA" w:rsidRPr="00C467DA" w:rsidRDefault="00C467DA" w:rsidP="00FA6365">
      <w:pPr>
        <w:jc w:val="both"/>
        <w:rPr>
          <w:bCs/>
          <w:sz w:val="28"/>
          <w:szCs w:val="28"/>
        </w:rPr>
      </w:pPr>
      <w:r w:rsidRPr="00C467DA">
        <w:rPr>
          <w:bCs/>
          <w:sz w:val="28"/>
          <w:szCs w:val="28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</w:p>
    <w:p w:rsidR="00FA6365" w:rsidRDefault="00FA6365" w:rsidP="00FA6365">
      <w:pPr>
        <w:jc w:val="both"/>
        <w:rPr>
          <w:sz w:val="28"/>
          <w:szCs w:val="28"/>
        </w:rPr>
      </w:pPr>
    </w:p>
    <w:p w:rsidR="00FA6365" w:rsidRDefault="00FA6365" w:rsidP="00FA6365">
      <w:pPr>
        <w:jc w:val="both"/>
        <w:rPr>
          <w:sz w:val="28"/>
          <w:szCs w:val="28"/>
        </w:rPr>
      </w:pPr>
    </w:p>
    <w:p w:rsidR="00FA6365" w:rsidRDefault="00BA5F14" w:rsidP="00FA6365">
      <w:pPr>
        <w:ind w:firstLine="709"/>
        <w:jc w:val="both"/>
        <w:rPr>
          <w:color w:val="000000"/>
          <w:sz w:val="28"/>
          <w:szCs w:val="28"/>
        </w:rPr>
      </w:pPr>
      <w:r w:rsidRPr="000E46EE">
        <w:rPr>
          <w:sz w:val="28"/>
          <w:szCs w:val="28"/>
        </w:rPr>
        <w:t xml:space="preserve">В соответствии с </w:t>
      </w:r>
      <w:r w:rsidRPr="00BA5F14">
        <w:rPr>
          <w:rStyle w:val="af7"/>
          <w:color w:val="auto"/>
          <w:sz w:val="28"/>
          <w:szCs w:val="28"/>
        </w:rPr>
        <w:t>Федеральным законом</w:t>
      </w:r>
      <w:r w:rsidRPr="000E46EE">
        <w:rPr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125567">
        <w:rPr>
          <w:sz w:val="28"/>
          <w:szCs w:val="28"/>
        </w:rPr>
        <w:t xml:space="preserve">, </w:t>
      </w:r>
      <w:r w:rsidRPr="000E46EE">
        <w:rPr>
          <w:sz w:val="28"/>
          <w:szCs w:val="28"/>
        </w:rPr>
        <w:t xml:space="preserve"> Федеральным законом от 29.12.2012 № 273-ФЗ «Об образовании в Российской Федерации», постановлением </w:t>
      </w:r>
      <w:r>
        <w:rPr>
          <w:sz w:val="28"/>
          <w:szCs w:val="28"/>
        </w:rPr>
        <w:t xml:space="preserve">администрации </w:t>
      </w:r>
      <w:r w:rsidR="008E0693">
        <w:rPr>
          <w:sz w:val="28"/>
          <w:szCs w:val="28"/>
        </w:rPr>
        <w:t>города Боготола от 10.05.2023 № 0415-п</w:t>
      </w:r>
      <w:r w:rsidRPr="000E46EE">
        <w:rPr>
          <w:sz w:val="28"/>
          <w:szCs w:val="28"/>
        </w:rPr>
        <w:t xml:space="preserve"> </w:t>
      </w:r>
      <w:r w:rsidRPr="00125567">
        <w:rPr>
          <w:sz w:val="28"/>
          <w:szCs w:val="28"/>
        </w:rPr>
        <w:t>«</w:t>
      </w:r>
      <w:r w:rsidR="008E0693" w:rsidRPr="00125567">
        <w:rPr>
          <w:sz w:val="28"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</w:t>
      </w:r>
      <w:r w:rsidR="008E0693" w:rsidRPr="00125567" w:rsidDel="00A9596B">
        <w:rPr>
          <w:sz w:val="28"/>
          <w:szCs w:val="28"/>
        </w:rPr>
        <w:t xml:space="preserve"> </w:t>
      </w:r>
      <w:r w:rsidR="008E0693" w:rsidRPr="00125567">
        <w:rPr>
          <w:sz w:val="28"/>
          <w:szCs w:val="28"/>
        </w:rPr>
        <w:t>на территории города Боготола</w:t>
      </w:r>
      <w:r w:rsidRPr="000E46EE">
        <w:rPr>
          <w:sz w:val="28"/>
          <w:szCs w:val="28"/>
        </w:rPr>
        <w:t>»</w:t>
      </w:r>
      <w:r w:rsidR="006D73EA">
        <w:rPr>
          <w:sz w:val="28"/>
          <w:szCs w:val="28"/>
        </w:rPr>
        <w:t xml:space="preserve">, руководствуясь </w:t>
      </w:r>
      <w:r w:rsidR="006D73EA" w:rsidRPr="000C3CF3">
        <w:rPr>
          <w:sz w:val="28"/>
          <w:szCs w:val="28"/>
        </w:rPr>
        <w:t>п. 10 ст. 41, ст. 71,</w:t>
      </w:r>
      <w:r w:rsidR="006D73EA">
        <w:rPr>
          <w:sz w:val="28"/>
          <w:szCs w:val="28"/>
        </w:rPr>
        <w:t xml:space="preserve"> с</w:t>
      </w:r>
      <w:r w:rsidR="006D73EA" w:rsidRPr="000C3CF3">
        <w:rPr>
          <w:sz w:val="28"/>
          <w:szCs w:val="28"/>
        </w:rPr>
        <w:t>т. 72</w:t>
      </w:r>
      <w:r w:rsidR="00CC3C1C">
        <w:rPr>
          <w:sz w:val="28"/>
          <w:szCs w:val="28"/>
        </w:rPr>
        <w:t xml:space="preserve"> </w:t>
      </w:r>
      <w:r w:rsidR="006D73EA" w:rsidRPr="000C3CF3">
        <w:rPr>
          <w:sz w:val="28"/>
          <w:szCs w:val="28"/>
        </w:rPr>
        <w:t>Устава городского округа город Боготол Красноярского края,</w:t>
      </w:r>
      <w:r w:rsidR="00FA6365">
        <w:rPr>
          <w:sz w:val="28"/>
          <w:szCs w:val="28"/>
        </w:rPr>
        <w:t xml:space="preserve"> </w:t>
      </w:r>
      <w:r w:rsidR="00FF6C38" w:rsidRPr="00FF6C38">
        <w:rPr>
          <w:color w:val="000000"/>
          <w:sz w:val="28"/>
          <w:szCs w:val="28"/>
        </w:rPr>
        <w:t>ПОСТАНОВЛЯЮ:</w:t>
      </w:r>
    </w:p>
    <w:p w:rsidR="00FA6365" w:rsidRDefault="00137C3D" w:rsidP="00FA6365">
      <w:pPr>
        <w:ind w:firstLine="709"/>
        <w:jc w:val="both"/>
        <w:rPr>
          <w:sz w:val="28"/>
          <w:szCs w:val="28"/>
        </w:rPr>
      </w:pPr>
      <w:r w:rsidRPr="0025697A">
        <w:rPr>
          <w:sz w:val="28"/>
          <w:szCs w:val="28"/>
        </w:rPr>
        <w:t>1.</w:t>
      </w:r>
      <w:r w:rsidR="00FA6365">
        <w:rPr>
          <w:sz w:val="28"/>
          <w:szCs w:val="28"/>
        </w:rPr>
        <w:t xml:space="preserve"> </w:t>
      </w:r>
      <w:r w:rsidR="00F6411D">
        <w:rPr>
          <w:sz w:val="28"/>
          <w:szCs w:val="28"/>
        </w:rPr>
        <w:t xml:space="preserve">Утвердить </w:t>
      </w:r>
      <w:r w:rsidR="00F6411D" w:rsidRPr="000E46EE">
        <w:rPr>
          <w:sz w:val="28"/>
          <w:szCs w:val="28"/>
        </w:rPr>
        <w:t xml:space="preserve">Правила формирования в электронном виде социальных сертификатов на получение </w:t>
      </w:r>
      <w:r w:rsidR="00F6411D">
        <w:rPr>
          <w:sz w:val="28"/>
          <w:szCs w:val="28"/>
        </w:rPr>
        <w:t>муниципальной</w:t>
      </w:r>
      <w:r w:rsidR="00F6411D" w:rsidRPr="000E46EE">
        <w:rPr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  <w:r w:rsidR="00FA6365">
        <w:rPr>
          <w:sz w:val="28"/>
          <w:szCs w:val="28"/>
        </w:rPr>
        <w:t xml:space="preserve">, </w:t>
      </w:r>
      <w:r w:rsidR="00291AD5">
        <w:rPr>
          <w:sz w:val="28"/>
          <w:szCs w:val="28"/>
        </w:rPr>
        <w:t>согласно приложению</w:t>
      </w:r>
      <w:r w:rsidR="00F6411D">
        <w:rPr>
          <w:sz w:val="28"/>
          <w:szCs w:val="28"/>
        </w:rPr>
        <w:t xml:space="preserve"> №</w:t>
      </w:r>
      <w:r w:rsidR="00FA6365">
        <w:rPr>
          <w:sz w:val="28"/>
          <w:szCs w:val="28"/>
        </w:rPr>
        <w:t xml:space="preserve"> </w:t>
      </w:r>
      <w:r w:rsidR="00F6411D">
        <w:rPr>
          <w:sz w:val="28"/>
          <w:szCs w:val="28"/>
        </w:rPr>
        <w:t>1</w:t>
      </w:r>
      <w:r w:rsidR="00291AD5">
        <w:rPr>
          <w:sz w:val="28"/>
          <w:szCs w:val="28"/>
        </w:rPr>
        <w:t xml:space="preserve"> к </w:t>
      </w:r>
      <w:r w:rsidR="003F3F7E">
        <w:rPr>
          <w:sz w:val="28"/>
          <w:szCs w:val="28"/>
        </w:rPr>
        <w:t>настоящему постановлению.</w:t>
      </w:r>
    </w:p>
    <w:p w:rsidR="00FA6365" w:rsidRDefault="00F6411D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Pr="000E46EE">
        <w:rPr>
          <w:sz w:val="28"/>
          <w:szCs w:val="28"/>
        </w:rPr>
        <w:t xml:space="preserve">Порядок формирования реестра исполнителей </w:t>
      </w:r>
      <w:r>
        <w:rPr>
          <w:sz w:val="28"/>
          <w:szCs w:val="28"/>
        </w:rPr>
        <w:t>муниципальной</w:t>
      </w:r>
      <w:r w:rsidRPr="000E46EE">
        <w:rPr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 сертификатом</w:t>
      </w:r>
      <w:r w:rsidR="00FA6365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3D1AAF">
        <w:rPr>
          <w:sz w:val="28"/>
          <w:szCs w:val="28"/>
        </w:rPr>
        <w:t xml:space="preserve"> №</w:t>
      </w:r>
      <w:r w:rsidR="00FA6365">
        <w:rPr>
          <w:sz w:val="28"/>
          <w:szCs w:val="28"/>
        </w:rPr>
        <w:t xml:space="preserve"> </w:t>
      </w:r>
      <w:r w:rsidR="003D1AAF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постановлению.</w:t>
      </w:r>
    </w:p>
    <w:p w:rsidR="00FA6365" w:rsidRDefault="003D1AAF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3221C" w:rsidRPr="001D3478">
        <w:rPr>
          <w:sz w:val="28"/>
          <w:szCs w:val="28"/>
        </w:rPr>
        <w:t>Установить</w:t>
      </w:r>
      <w:r w:rsidR="0043221C" w:rsidRPr="000E46EE">
        <w:rPr>
          <w:sz w:val="28"/>
          <w:szCs w:val="28"/>
        </w:rPr>
        <w:t xml:space="preserve"> категорию получателей социального сертификата на получение муниципальной услуги «Реализация дополнительных общеразвивающих программ» </w:t>
      </w:r>
      <w:r w:rsidR="00FA6365">
        <w:rPr>
          <w:sz w:val="28"/>
          <w:szCs w:val="28"/>
        </w:rPr>
        <w:t>-</w:t>
      </w:r>
      <w:r w:rsidR="0043221C" w:rsidRPr="000E46EE">
        <w:rPr>
          <w:sz w:val="28"/>
          <w:szCs w:val="28"/>
        </w:rPr>
        <w:t xml:space="preserve"> дети в возрасте от 5 до 18 лет, проживающие на территории</w:t>
      </w:r>
      <w:r w:rsidR="0043221C">
        <w:rPr>
          <w:sz w:val="28"/>
          <w:szCs w:val="28"/>
        </w:rPr>
        <w:t xml:space="preserve"> города Боготола. </w:t>
      </w:r>
    </w:p>
    <w:p w:rsidR="00FA6365" w:rsidRDefault="0043221C" w:rsidP="00FA6365">
      <w:pPr>
        <w:ind w:firstLine="709"/>
        <w:jc w:val="both"/>
        <w:rPr>
          <w:sz w:val="28"/>
          <w:szCs w:val="28"/>
        </w:rPr>
      </w:pPr>
      <w:r w:rsidRPr="00136B79">
        <w:rPr>
          <w:sz w:val="28"/>
          <w:szCs w:val="28"/>
        </w:rPr>
        <w:lastRenderedPageBreak/>
        <w:t xml:space="preserve">4. </w:t>
      </w:r>
      <w:r w:rsidRPr="00C52293">
        <w:rPr>
          <w:sz w:val="28"/>
          <w:szCs w:val="28"/>
        </w:rPr>
        <w:t>МК</w:t>
      </w:r>
      <w:r w:rsidR="00531BE2" w:rsidRPr="00C52293">
        <w:rPr>
          <w:sz w:val="28"/>
          <w:szCs w:val="28"/>
        </w:rPr>
        <w:t>У «Управление образования г.</w:t>
      </w:r>
      <w:r w:rsidRPr="00C52293">
        <w:rPr>
          <w:sz w:val="28"/>
          <w:szCs w:val="28"/>
        </w:rPr>
        <w:t xml:space="preserve"> Боготола»</w:t>
      </w:r>
      <w:r w:rsidR="00371F61" w:rsidRPr="00C52293">
        <w:rPr>
          <w:sz w:val="28"/>
          <w:szCs w:val="28"/>
        </w:rPr>
        <w:t xml:space="preserve"> (далее </w:t>
      </w:r>
      <w:r w:rsidR="00FA6365">
        <w:rPr>
          <w:sz w:val="28"/>
          <w:szCs w:val="28"/>
        </w:rPr>
        <w:t>-</w:t>
      </w:r>
      <w:r w:rsidR="00371F61" w:rsidRPr="00C52293">
        <w:rPr>
          <w:sz w:val="28"/>
          <w:szCs w:val="28"/>
        </w:rPr>
        <w:t xml:space="preserve"> Уполномочен</w:t>
      </w:r>
      <w:r w:rsidR="0084475B" w:rsidRPr="00C52293">
        <w:rPr>
          <w:sz w:val="28"/>
          <w:szCs w:val="28"/>
        </w:rPr>
        <w:t>н</w:t>
      </w:r>
      <w:r w:rsidR="00371F61" w:rsidRPr="00C52293">
        <w:rPr>
          <w:sz w:val="28"/>
          <w:szCs w:val="28"/>
        </w:rPr>
        <w:t>ый орган)</w:t>
      </w:r>
      <w:r w:rsidRPr="00C52293">
        <w:rPr>
          <w:sz w:val="28"/>
          <w:szCs w:val="28"/>
        </w:rPr>
        <w:t xml:space="preserve"> </w:t>
      </w:r>
      <w:r w:rsidR="006764D5" w:rsidRPr="00C52293">
        <w:rPr>
          <w:sz w:val="28"/>
          <w:szCs w:val="28"/>
        </w:rPr>
        <w:t xml:space="preserve">в срок до </w:t>
      </w:r>
      <w:r w:rsidR="00B261A7" w:rsidRPr="00C52293">
        <w:rPr>
          <w:sz w:val="28"/>
          <w:szCs w:val="28"/>
        </w:rPr>
        <w:t>01.08</w:t>
      </w:r>
      <w:r w:rsidR="00C020A9" w:rsidRPr="00C52293">
        <w:rPr>
          <w:sz w:val="28"/>
          <w:szCs w:val="28"/>
        </w:rPr>
        <w:t>.2023:</w:t>
      </w:r>
    </w:p>
    <w:p w:rsidR="00FA6365" w:rsidRDefault="00251318" w:rsidP="00FA6365">
      <w:pPr>
        <w:ind w:firstLine="709"/>
        <w:jc w:val="both"/>
        <w:rPr>
          <w:sz w:val="28"/>
          <w:szCs w:val="28"/>
        </w:rPr>
      </w:pPr>
      <w:r w:rsidRPr="00136B79">
        <w:rPr>
          <w:sz w:val="28"/>
          <w:szCs w:val="28"/>
        </w:rPr>
        <w:t>1</w:t>
      </w:r>
      <w:r w:rsidR="00531BE2" w:rsidRPr="00136B79">
        <w:rPr>
          <w:sz w:val="28"/>
          <w:szCs w:val="28"/>
        </w:rPr>
        <w:t>)</w:t>
      </w:r>
      <w:r w:rsidRPr="00136B79">
        <w:rPr>
          <w:sz w:val="28"/>
          <w:szCs w:val="28"/>
        </w:rPr>
        <w:t xml:space="preserve"> Утвердить требования к условиям и порядку оказания муниципальной услуги в соответствии с социальным сертификатом в соответствии с пунктом 4 статьи 5 Федерального закона от 13.07.2020 № 189-ФЗ «О государственном (муниципальном) социальном заказе на оказание государственных (муниципальных) услуг в социальной сфере»;</w:t>
      </w:r>
    </w:p>
    <w:p w:rsidR="00FA6365" w:rsidRDefault="00251318" w:rsidP="00FA6365">
      <w:pPr>
        <w:ind w:firstLine="709"/>
        <w:jc w:val="both"/>
        <w:rPr>
          <w:sz w:val="28"/>
          <w:szCs w:val="28"/>
        </w:rPr>
      </w:pPr>
      <w:r w:rsidRPr="00136B79">
        <w:rPr>
          <w:sz w:val="28"/>
          <w:szCs w:val="28"/>
        </w:rPr>
        <w:t xml:space="preserve">2) осуществить перевод механизмов функционирования </w:t>
      </w:r>
      <w:r w:rsidR="00531BE2" w:rsidRPr="00136B79">
        <w:rPr>
          <w:sz w:val="28"/>
          <w:szCs w:val="28"/>
        </w:rPr>
        <w:t>персонифицированного финансирования дополнительного образования детей</w:t>
      </w:r>
      <w:r w:rsidRPr="00136B79">
        <w:rPr>
          <w:sz w:val="28"/>
          <w:szCs w:val="28"/>
        </w:rPr>
        <w:t xml:space="preserve"> на механизмы, предусмотренные Федеральным законом</w:t>
      </w:r>
      <w:r w:rsidR="00531BE2" w:rsidRPr="00136B79">
        <w:rPr>
          <w:sz w:val="28"/>
          <w:szCs w:val="28"/>
        </w:rPr>
        <w:t>.</w:t>
      </w:r>
    </w:p>
    <w:p w:rsidR="00FA6365" w:rsidRDefault="00A23E25" w:rsidP="00FA636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37C3D" w:rsidRPr="005F595D">
        <w:rPr>
          <w:color w:val="000000"/>
          <w:sz w:val="28"/>
          <w:szCs w:val="28"/>
        </w:rPr>
        <w:t xml:space="preserve">. </w:t>
      </w:r>
      <w:r w:rsidR="00B54A59"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9" w:history="1">
        <w:r w:rsidR="00B54A59">
          <w:rPr>
            <w:rStyle w:val="aa"/>
            <w:color w:val="000000"/>
            <w:sz w:val="28"/>
            <w:szCs w:val="28"/>
          </w:rPr>
          <w:t>www.bogotolcity.ru</w:t>
        </w:r>
      </w:hyperlink>
      <w:r w:rsidR="00B54A59">
        <w:t xml:space="preserve"> </w:t>
      </w:r>
      <w:r w:rsidR="00B54A59">
        <w:rPr>
          <w:sz w:val="28"/>
          <w:szCs w:val="28"/>
        </w:rPr>
        <w:t>в сети Интернет и опубликовать в официальном печатном издании газете «Земля боготольская».</w:t>
      </w:r>
    </w:p>
    <w:p w:rsidR="00FA6365" w:rsidRDefault="00A23E2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D1EF3">
        <w:rPr>
          <w:sz w:val="28"/>
          <w:szCs w:val="28"/>
        </w:rPr>
        <w:t xml:space="preserve">. </w:t>
      </w:r>
      <w:r w:rsidR="009D1EF3" w:rsidRPr="00F75A26">
        <w:rPr>
          <w:sz w:val="28"/>
          <w:szCs w:val="28"/>
        </w:rPr>
        <w:t xml:space="preserve">Контроль над исполнением настоящего постановления возложить на заместителя Главы города Боготола по социальным вопросам.    </w:t>
      </w:r>
    </w:p>
    <w:p w:rsidR="00707A6E" w:rsidRPr="001362F8" w:rsidRDefault="00A23E2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54A59" w:rsidRPr="00707A6E">
        <w:rPr>
          <w:sz w:val="28"/>
          <w:szCs w:val="28"/>
        </w:rPr>
        <w:t xml:space="preserve">. </w:t>
      </w:r>
      <w:r w:rsidR="00707A6E" w:rsidRPr="001362F8">
        <w:rPr>
          <w:sz w:val="28"/>
          <w:szCs w:val="28"/>
        </w:rPr>
        <w:t xml:space="preserve">Постановление вступает в силу </w:t>
      </w:r>
      <w:r w:rsidR="00FA6365">
        <w:rPr>
          <w:sz w:val="28"/>
          <w:szCs w:val="28"/>
        </w:rPr>
        <w:t>в день</w:t>
      </w:r>
      <w:r w:rsidR="00707A6E" w:rsidRPr="001362F8">
        <w:rPr>
          <w:sz w:val="28"/>
          <w:szCs w:val="28"/>
        </w:rPr>
        <w:t>, следующ</w:t>
      </w:r>
      <w:r w:rsidR="00FA6365">
        <w:rPr>
          <w:sz w:val="28"/>
          <w:szCs w:val="28"/>
        </w:rPr>
        <w:t xml:space="preserve">ий </w:t>
      </w:r>
      <w:r w:rsidR="00707A6E" w:rsidRPr="001362F8">
        <w:rPr>
          <w:sz w:val="28"/>
          <w:szCs w:val="28"/>
        </w:rPr>
        <w:t>за днем его официального опубликования.</w:t>
      </w:r>
    </w:p>
    <w:p w:rsidR="00FA6365" w:rsidRDefault="00FA6365" w:rsidP="00FA6365">
      <w:pPr>
        <w:tabs>
          <w:tab w:val="left" w:pos="426"/>
        </w:tabs>
        <w:jc w:val="both"/>
        <w:rPr>
          <w:sz w:val="28"/>
          <w:szCs w:val="28"/>
        </w:rPr>
      </w:pPr>
    </w:p>
    <w:p w:rsidR="00FA6365" w:rsidRDefault="00FA6365" w:rsidP="00FA6365">
      <w:pPr>
        <w:tabs>
          <w:tab w:val="left" w:pos="426"/>
        </w:tabs>
        <w:jc w:val="both"/>
        <w:rPr>
          <w:sz w:val="28"/>
          <w:szCs w:val="28"/>
        </w:rPr>
      </w:pPr>
    </w:p>
    <w:p w:rsidR="00EB798D" w:rsidRDefault="00EB798D" w:rsidP="00FA6365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9D1EF3" w:rsidRPr="00F75A26" w:rsidRDefault="009D1EF3" w:rsidP="00FA6365">
      <w:pPr>
        <w:tabs>
          <w:tab w:val="left" w:pos="426"/>
        </w:tabs>
        <w:jc w:val="both"/>
        <w:rPr>
          <w:sz w:val="28"/>
          <w:szCs w:val="28"/>
        </w:rPr>
      </w:pPr>
      <w:r w:rsidRPr="00F75A26">
        <w:rPr>
          <w:sz w:val="28"/>
          <w:szCs w:val="28"/>
        </w:rPr>
        <w:t>Глав</w:t>
      </w:r>
      <w:r w:rsidR="00EB798D">
        <w:rPr>
          <w:sz w:val="28"/>
          <w:szCs w:val="28"/>
        </w:rPr>
        <w:t>ы</w:t>
      </w:r>
      <w:r w:rsidRPr="00F75A26">
        <w:rPr>
          <w:sz w:val="28"/>
          <w:szCs w:val="28"/>
        </w:rPr>
        <w:t xml:space="preserve"> города Боготола</w:t>
      </w:r>
      <w:r w:rsidRPr="00F75A26">
        <w:rPr>
          <w:sz w:val="28"/>
          <w:szCs w:val="28"/>
        </w:rPr>
        <w:tab/>
      </w:r>
      <w:r w:rsidRPr="00F75A26">
        <w:rPr>
          <w:sz w:val="28"/>
          <w:szCs w:val="28"/>
        </w:rPr>
        <w:tab/>
        <w:t xml:space="preserve">                                          </w:t>
      </w:r>
      <w:r w:rsidR="00FA6365">
        <w:rPr>
          <w:sz w:val="28"/>
          <w:szCs w:val="28"/>
        </w:rPr>
        <w:t xml:space="preserve">  </w:t>
      </w:r>
      <w:r w:rsidRPr="00F75A26">
        <w:rPr>
          <w:sz w:val="28"/>
          <w:szCs w:val="28"/>
        </w:rPr>
        <w:t xml:space="preserve">     </w:t>
      </w:r>
      <w:r w:rsidR="00EB798D">
        <w:rPr>
          <w:sz w:val="28"/>
          <w:szCs w:val="28"/>
        </w:rPr>
        <w:t xml:space="preserve">   </w:t>
      </w:r>
      <w:r w:rsidRPr="00F75A26">
        <w:rPr>
          <w:sz w:val="28"/>
          <w:szCs w:val="28"/>
        </w:rPr>
        <w:t xml:space="preserve"> </w:t>
      </w:r>
      <w:r w:rsidR="00EB798D">
        <w:rPr>
          <w:sz w:val="28"/>
          <w:szCs w:val="28"/>
        </w:rPr>
        <w:t>А.А. Шитиков</w:t>
      </w:r>
    </w:p>
    <w:p w:rsidR="009D1EF3" w:rsidRDefault="009D1EF3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0C6287" w:rsidP="00FA6365">
      <w:pPr>
        <w:jc w:val="both"/>
        <w:rPr>
          <w:sz w:val="20"/>
          <w:szCs w:val="20"/>
        </w:rPr>
      </w:pPr>
    </w:p>
    <w:p w:rsidR="000C6287" w:rsidRDefault="00136B79" w:rsidP="00FA6365">
      <w:pPr>
        <w:jc w:val="both"/>
        <w:rPr>
          <w:sz w:val="20"/>
          <w:szCs w:val="20"/>
        </w:rPr>
      </w:pPr>
      <w:r>
        <w:rPr>
          <w:sz w:val="20"/>
          <w:szCs w:val="20"/>
        </w:rPr>
        <w:t>Еремина Татьяна Александровна</w:t>
      </w:r>
    </w:p>
    <w:p w:rsidR="007F5EE3" w:rsidRDefault="00136B79" w:rsidP="00FA6365">
      <w:pPr>
        <w:jc w:val="both"/>
        <w:rPr>
          <w:sz w:val="20"/>
          <w:szCs w:val="20"/>
        </w:rPr>
      </w:pPr>
      <w:r>
        <w:rPr>
          <w:sz w:val="20"/>
          <w:szCs w:val="20"/>
        </w:rPr>
        <w:t>2-54-86</w:t>
      </w:r>
    </w:p>
    <w:p w:rsidR="00756F33" w:rsidRDefault="00756F33" w:rsidP="00FA636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Прикатова</w:t>
      </w:r>
      <w:proofErr w:type="spellEnd"/>
      <w:r>
        <w:rPr>
          <w:sz w:val="20"/>
          <w:szCs w:val="20"/>
        </w:rPr>
        <w:t xml:space="preserve"> Наталья Викторовна</w:t>
      </w:r>
    </w:p>
    <w:p w:rsidR="007F5EE3" w:rsidRDefault="007F5EE3" w:rsidP="00FA6365">
      <w:pPr>
        <w:jc w:val="both"/>
        <w:rPr>
          <w:sz w:val="20"/>
          <w:szCs w:val="20"/>
        </w:rPr>
      </w:pPr>
      <w:r>
        <w:rPr>
          <w:sz w:val="20"/>
          <w:szCs w:val="20"/>
        </w:rPr>
        <w:t>2-17-92</w:t>
      </w:r>
    </w:p>
    <w:p w:rsidR="009D1EF3" w:rsidRPr="009376D1" w:rsidRDefault="009D1EF3" w:rsidP="00FA6365">
      <w:pPr>
        <w:jc w:val="both"/>
        <w:rPr>
          <w:sz w:val="20"/>
          <w:szCs w:val="20"/>
        </w:rPr>
      </w:pPr>
      <w:r w:rsidRPr="00E63936">
        <w:rPr>
          <w:sz w:val="20"/>
          <w:szCs w:val="20"/>
        </w:rPr>
        <w:t>5 экз.</w:t>
      </w:r>
    </w:p>
    <w:p w:rsidR="00DA58E8" w:rsidRDefault="00DA58E8" w:rsidP="00FA6365">
      <w:pPr>
        <w:widowControl w:val="0"/>
        <w:autoSpaceDE w:val="0"/>
        <w:autoSpaceDN w:val="0"/>
        <w:adjustRightInd w:val="0"/>
        <w:ind w:left="5670"/>
        <w:contextualSpacing/>
        <w:jc w:val="center"/>
        <w:outlineLvl w:val="0"/>
        <w:rPr>
          <w:color w:val="000000" w:themeColor="text1"/>
          <w:sz w:val="28"/>
          <w:szCs w:val="28"/>
          <w:lang w:eastAsia="en-US"/>
        </w:rPr>
        <w:sectPr w:rsidR="00DA58E8" w:rsidSect="00FA6365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9376D1" w:rsidRPr="00325DE2" w:rsidRDefault="009376D1" w:rsidP="00FA6365">
      <w:pPr>
        <w:ind w:firstLine="496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A23E25">
        <w:rPr>
          <w:sz w:val="28"/>
          <w:szCs w:val="28"/>
        </w:rPr>
        <w:t xml:space="preserve"> №</w:t>
      </w:r>
      <w:r w:rsidR="00FA6365">
        <w:rPr>
          <w:sz w:val="28"/>
          <w:szCs w:val="28"/>
        </w:rPr>
        <w:t xml:space="preserve"> </w:t>
      </w:r>
      <w:r w:rsidR="00A23E25">
        <w:rPr>
          <w:sz w:val="28"/>
          <w:szCs w:val="28"/>
        </w:rPr>
        <w:t>1</w:t>
      </w:r>
    </w:p>
    <w:p w:rsidR="009376D1" w:rsidRPr="00325DE2" w:rsidRDefault="009376D1" w:rsidP="00FA6365">
      <w:pPr>
        <w:ind w:firstLine="4962"/>
        <w:rPr>
          <w:sz w:val="28"/>
          <w:szCs w:val="28"/>
        </w:rPr>
      </w:pPr>
      <w:r w:rsidRPr="00325DE2">
        <w:rPr>
          <w:sz w:val="28"/>
          <w:szCs w:val="28"/>
        </w:rPr>
        <w:t>к постановлению администрации</w:t>
      </w:r>
    </w:p>
    <w:p w:rsidR="009376D1" w:rsidRPr="00325DE2" w:rsidRDefault="009376D1" w:rsidP="00FA6365">
      <w:pPr>
        <w:ind w:firstLine="4962"/>
        <w:rPr>
          <w:sz w:val="28"/>
          <w:szCs w:val="28"/>
        </w:rPr>
      </w:pPr>
      <w:r w:rsidRPr="00325DE2">
        <w:rPr>
          <w:sz w:val="28"/>
          <w:szCs w:val="28"/>
        </w:rPr>
        <w:t>города Боготола</w:t>
      </w:r>
    </w:p>
    <w:p w:rsidR="009376D1" w:rsidRPr="005873C0" w:rsidRDefault="009376D1" w:rsidP="00FA6365">
      <w:pPr>
        <w:ind w:firstLine="4962"/>
        <w:rPr>
          <w:sz w:val="28"/>
          <w:szCs w:val="28"/>
          <w:u w:val="single"/>
        </w:rPr>
      </w:pPr>
      <w:r w:rsidRPr="00325DE2">
        <w:rPr>
          <w:sz w:val="28"/>
          <w:szCs w:val="28"/>
        </w:rPr>
        <w:t>от «</w:t>
      </w:r>
      <w:r w:rsidR="00FA6365">
        <w:rPr>
          <w:sz w:val="28"/>
          <w:szCs w:val="28"/>
        </w:rPr>
        <w:t>_</w:t>
      </w:r>
      <w:r w:rsidR="005873C0" w:rsidRPr="005873C0">
        <w:rPr>
          <w:sz w:val="28"/>
          <w:szCs w:val="28"/>
          <w:u w:val="single"/>
        </w:rPr>
        <w:t>11</w:t>
      </w:r>
      <w:r w:rsidR="00FA6365">
        <w:rPr>
          <w:sz w:val="28"/>
          <w:szCs w:val="28"/>
        </w:rPr>
        <w:t>_» _</w:t>
      </w:r>
      <w:r w:rsidR="005873C0" w:rsidRPr="005873C0">
        <w:rPr>
          <w:sz w:val="28"/>
          <w:szCs w:val="28"/>
          <w:u w:val="single"/>
        </w:rPr>
        <w:t>08</w:t>
      </w:r>
      <w:r w:rsidR="00FA6365">
        <w:rPr>
          <w:sz w:val="28"/>
          <w:szCs w:val="28"/>
        </w:rPr>
        <w:t xml:space="preserve">_ 2023 г. № </w:t>
      </w:r>
      <w:r w:rsidR="005873C0" w:rsidRPr="005873C0">
        <w:rPr>
          <w:sz w:val="28"/>
          <w:szCs w:val="28"/>
          <w:u w:val="single"/>
        </w:rPr>
        <w:t>0942-п</w:t>
      </w:r>
    </w:p>
    <w:p w:rsidR="00FA6365" w:rsidRDefault="00FA6365" w:rsidP="00FA6365">
      <w:pPr>
        <w:jc w:val="center"/>
        <w:rPr>
          <w:bCs/>
          <w:caps/>
          <w:sz w:val="28"/>
          <w:szCs w:val="28"/>
        </w:rPr>
      </w:pPr>
    </w:p>
    <w:p w:rsidR="00371F61" w:rsidRPr="0084475B" w:rsidRDefault="00371F61" w:rsidP="00FA6365">
      <w:pPr>
        <w:jc w:val="center"/>
        <w:rPr>
          <w:bCs/>
          <w:caps/>
          <w:sz w:val="28"/>
          <w:szCs w:val="28"/>
        </w:rPr>
      </w:pPr>
      <w:r w:rsidRPr="0084475B">
        <w:rPr>
          <w:bCs/>
          <w:caps/>
          <w:sz w:val="28"/>
          <w:szCs w:val="28"/>
        </w:rPr>
        <w:t xml:space="preserve">Правила </w:t>
      </w:r>
      <w:bookmarkStart w:id="0" w:name="_Hlk109039373"/>
    </w:p>
    <w:p w:rsidR="00371F61" w:rsidRPr="0084475B" w:rsidRDefault="00371F61" w:rsidP="00FA6365">
      <w:pPr>
        <w:jc w:val="both"/>
        <w:rPr>
          <w:bCs/>
          <w:sz w:val="28"/>
          <w:szCs w:val="28"/>
        </w:rPr>
      </w:pPr>
      <w:r w:rsidRPr="0084475B">
        <w:rPr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0"/>
      <w:r w:rsidRPr="0084475B">
        <w:rPr>
          <w:rStyle w:val="af7"/>
          <w:bCs/>
          <w:color w:val="auto"/>
          <w:sz w:val="28"/>
          <w:szCs w:val="28"/>
        </w:rPr>
        <w:t>муниципальной услуги «Реализация дополнительных общеразвивающих программ» и реестра их получателей</w:t>
      </w:r>
    </w:p>
    <w:p w:rsidR="00FA6365" w:rsidRDefault="00FA6365" w:rsidP="00FA6365">
      <w:pPr>
        <w:rPr>
          <w:bCs/>
          <w:sz w:val="28"/>
          <w:szCs w:val="28"/>
        </w:rPr>
      </w:pPr>
    </w:p>
    <w:p w:rsidR="00AE5D73" w:rsidRPr="00FA6365" w:rsidRDefault="00FA6365" w:rsidP="00FA636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71F61" w:rsidRPr="00FA6365">
        <w:rPr>
          <w:bCs/>
          <w:sz w:val="28"/>
          <w:szCs w:val="28"/>
        </w:rPr>
        <w:t>Общие положения</w:t>
      </w:r>
    </w:p>
    <w:p w:rsidR="00D71046" w:rsidRDefault="00D71046" w:rsidP="00FA6365">
      <w:pPr>
        <w:pStyle w:val="af"/>
        <w:jc w:val="center"/>
        <w:rPr>
          <w:bCs/>
          <w:sz w:val="28"/>
          <w:szCs w:val="28"/>
        </w:rPr>
      </w:pPr>
    </w:p>
    <w:p w:rsidR="00FA6365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71F61" w:rsidRPr="00FA6365">
        <w:rPr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муниципальной услуги </w:t>
      </w:r>
      <w:r w:rsidR="00371F61" w:rsidRPr="00FA6365">
        <w:rPr>
          <w:rStyle w:val="af7"/>
          <w:color w:val="auto"/>
          <w:sz w:val="28"/>
          <w:szCs w:val="28"/>
        </w:rPr>
        <w:t>«Реализация дополнительных общеразвивающих</w:t>
      </w:r>
      <w:r w:rsidR="00371F61" w:rsidRPr="00FA6365">
        <w:rPr>
          <w:rStyle w:val="af7"/>
          <w:b/>
          <w:bCs/>
          <w:color w:val="auto"/>
          <w:sz w:val="28"/>
          <w:szCs w:val="28"/>
        </w:rPr>
        <w:t xml:space="preserve"> </w:t>
      </w:r>
      <w:r w:rsidR="00371F61" w:rsidRPr="00FA6365">
        <w:rPr>
          <w:rStyle w:val="af7"/>
          <w:color w:val="auto"/>
          <w:sz w:val="28"/>
          <w:szCs w:val="28"/>
        </w:rPr>
        <w:t>программ»</w:t>
      </w:r>
      <w:r w:rsidR="00371F61" w:rsidRPr="00FA6365">
        <w:rPr>
          <w:sz w:val="28"/>
          <w:szCs w:val="28"/>
        </w:rPr>
        <w:t xml:space="preserve"> (далее </w:t>
      </w:r>
      <w:r w:rsidR="00310395">
        <w:rPr>
          <w:sz w:val="28"/>
          <w:szCs w:val="28"/>
        </w:rPr>
        <w:t>-</w:t>
      </w:r>
      <w:r w:rsidR="00371F61" w:rsidRPr="00FA6365">
        <w:rPr>
          <w:sz w:val="28"/>
          <w:szCs w:val="28"/>
        </w:rPr>
        <w:t xml:space="preserve"> социальный сертификат, муниципальная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</w:t>
      </w:r>
      <w:r w:rsidRPr="00FA6365">
        <w:rPr>
          <w:sz w:val="28"/>
          <w:szCs w:val="28"/>
        </w:rPr>
        <w:t>-</w:t>
      </w:r>
      <w:r w:rsidR="00371F61" w:rsidRPr="00FA6365">
        <w:rPr>
          <w:sz w:val="28"/>
          <w:szCs w:val="28"/>
        </w:rPr>
        <w:t xml:space="preserve"> Федеральный закон № 189-ФЗ), Федеральным законом от 29.12.2012 № 273-ФЗ «Об образовании в Российской Федерации».</w:t>
      </w:r>
    </w:p>
    <w:p w:rsidR="00FA6365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71F61" w:rsidRPr="00A71809">
        <w:rPr>
          <w:sz w:val="28"/>
          <w:szCs w:val="28"/>
        </w:rPr>
        <w:t>Для целей настоящих Правил используются следующие понятия:</w:t>
      </w:r>
    </w:p>
    <w:p w:rsidR="00FA6365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71F61" w:rsidRPr="00B7104F">
        <w:rPr>
          <w:sz w:val="28"/>
          <w:szCs w:val="28"/>
        </w:rPr>
        <w:t xml:space="preserve">получатель социального сертификата </w:t>
      </w:r>
      <w:r w:rsidR="00310395"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потребитель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 в возрасте от 5 до 18 лет, проживающий на территории </w:t>
      </w:r>
      <w:r w:rsidR="0084475B">
        <w:rPr>
          <w:sz w:val="28"/>
          <w:szCs w:val="28"/>
        </w:rPr>
        <w:t>города Боготола</w:t>
      </w:r>
      <w:r w:rsidR="00371F61" w:rsidRPr="00B7104F">
        <w:rPr>
          <w:sz w:val="28"/>
          <w:szCs w:val="28"/>
        </w:rPr>
        <w:t xml:space="preserve"> и имеющий право на получение </w:t>
      </w:r>
      <w:r w:rsidR="00371F61">
        <w:rPr>
          <w:sz w:val="28"/>
          <w:szCs w:val="28"/>
        </w:rPr>
        <w:t>муниципальных</w:t>
      </w:r>
      <w:r w:rsidR="00371F61" w:rsidRPr="00B7104F">
        <w:rPr>
          <w:sz w:val="28"/>
          <w:szCs w:val="28"/>
        </w:rPr>
        <w:t xml:space="preserve"> услуг в соответствии с социальным сертификатом;</w:t>
      </w:r>
    </w:p>
    <w:p w:rsidR="00FA6365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71F61" w:rsidRPr="00B7104F">
        <w:rPr>
          <w:sz w:val="28"/>
          <w:szCs w:val="28"/>
        </w:rPr>
        <w:t xml:space="preserve">уполномоченный орган </w:t>
      </w:r>
      <w:r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</w:t>
      </w:r>
      <w:r w:rsidR="0084475B" w:rsidRPr="009860A6">
        <w:rPr>
          <w:sz w:val="28"/>
          <w:szCs w:val="28"/>
        </w:rPr>
        <w:t>орган местного самоуправления</w:t>
      </w:r>
      <w:r w:rsidR="009860A6">
        <w:rPr>
          <w:sz w:val="28"/>
          <w:szCs w:val="28"/>
        </w:rPr>
        <w:t xml:space="preserve"> (МКУ «Управление образования г. Боготола»)</w:t>
      </w:r>
      <w:r w:rsidR="00371F61" w:rsidRPr="00B7104F">
        <w:rPr>
          <w:sz w:val="28"/>
          <w:szCs w:val="28"/>
        </w:rPr>
        <w:t xml:space="preserve">, утверждающий </w:t>
      </w:r>
      <w:r w:rsidR="00371F61">
        <w:rPr>
          <w:sz w:val="28"/>
          <w:szCs w:val="28"/>
        </w:rPr>
        <w:t>муниципальный</w:t>
      </w:r>
      <w:r w:rsidR="00371F61" w:rsidRPr="00B7104F">
        <w:rPr>
          <w:sz w:val="28"/>
          <w:szCs w:val="28"/>
        </w:rPr>
        <w:t xml:space="preserve"> социальный заказ на оказание </w:t>
      </w:r>
      <w:r w:rsidR="00371F61">
        <w:rPr>
          <w:sz w:val="28"/>
          <w:szCs w:val="28"/>
        </w:rPr>
        <w:t>муниципальных</w:t>
      </w:r>
      <w:r w:rsidR="00371F61" w:rsidRPr="00B7104F">
        <w:rPr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</w:t>
      </w:r>
      <w:r>
        <w:rPr>
          <w:sz w:val="28"/>
          <w:szCs w:val="28"/>
        </w:rPr>
        <w:t>-</w:t>
      </w:r>
      <w:r w:rsidR="00BA5C4A">
        <w:rPr>
          <w:sz w:val="28"/>
          <w:szCs w:val="28"/>
        </w:rPr>
        <w:t xml:space="preserve"> </w:t>
      </w:r>
      <w:r w:rsidR="00371F61" w:rsidRPr="00B7104F">
        <w:rPr>
          <w:sz w:val="28"/>
          <w:szCs w:val="28"/>
        </w:rPr>
        <w:t xml:space="preserve">социальный заказ) и обеспечивающий предоставление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 и установленным </w:t>
      </w:r>
      <w:r w:rsidR="00371F61">
        <w:rPr>
          <w:sz w:val="28"/>
          <w:szCs w:val="28"/>
        </w:rPr>
        <w:t>муниципальным</w:t>
      </w:r>
      <w:r w:rsidR="00371F61" w:rsidRPr="00B7104F">
        <w:rPr>
          <w:sz w:val="28"/>
          <w:szCs w:val="28"/>
        </w:rPr>
        <w:t xml:space="preserve"> социальным заказом;</w:t>
      </w:r>
    </w:p>
    <w:p w:rsidR="00FA6365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371F61" w:rsidRPr="00B7104F">
        <w:rPr>
          <w:sz w:val="28"/>
          <w:szCs w:val="28"/>
        </w:rPr>
        <w:t xml:space="preserve">исполнитель </w:t>
      </w:r>
      <w:r w:rsidR="00371F61">
        <w:rPr>
          <w:sz w:val="28"/>
          <w:szCs w:val="28"/>
        </w:rPr>
        <w:t>муниципальных</w:t>
      </w:r>
      <w:r w:rsidR="00371F61" w:rsidRPr="00B7104F">
        <w:rPr>
          <w:sz w:val="28"/>
          <w:szCs w:val="28"/>
        </w:rPr>
        <w:t xml:space="preserve">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оказывающий </w:t>
      </w:r>
      <w:r w:rsidR="00371F61">
        <w:rPr>
          <w:sz w:val="28"/>
          <w:szCs w:val="28"/>
        </w:rPr>
        <w:t>муниципальные</w:t>
      </w:r>
      <w:r w:rsidR="00371F61" w:rsidRPr="00B7104F">
        <w:rPr>
          <w:sz w:val="28"/>
          <w:szCs w:val="28"/>
        </w:rPr>
        <w:t xml:space="preserve"> услуги потребителям на основании соглашения о финансовом обеспечении (возмещении) затрат, связанных с оказанием </w:t>
      </w:r>
      <w:r w:rsidR="00371F61">
        <w:rPr>
          <w:sz w:val="28"/>
          <w:szCs w:val="28"/>
        </w:rPr>
        <w:t>муниципальных</w:t>
      </w:r>
      <w:r w:rsidR="00371F61" w:rsidRPr="00B7104F">
        <w:rPr>
          <w:sz w:val="28"/>
          <w:szCs w:val="28"/>
        </w:rPr>
        <w:t xml:space="preserve"> услуг в социальной сфере в соответствии с социальным сертификатом, заключенным в соответствии с Правилами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 w:rsidR="00371F61">
        <w:rPr>
          <w:sz w:val="28"/>
          <w:szCs w:val="28"/>
        </w:rPr>
        <w:t>муниципальных</w:t>
      </w:r>
      <w:r w:rsidR="00371F61" w:rsidRPr="00B7104F">
        <w:rPr>
          <w:sz w:val="28"/>
          <w:szCs w:val="28"/>
        </w:rPr>
        <w:t xml:space="preserve"> услуг в социальной сфере, соглашений о </w:t>
      </w:r>
      <w:r w:rsidR="00371F61" w:rsidRPr="00B7104F">
        <w:rPr>
          <w:sz w:val="28"/>
          <w:szCs w:val="28"/>
        </w:rPr>
        <w:lastRenderedPageBreak/>
        <w:t xml:space="preserve">финансовом обеспечении (возмещении) затрат, связанных с оказанием </w:t>
      </w:r>
      <w:r w:rsidR="00371F61">
        <w:rPr>
          <w:sz w:val="28"/>
          <w:szCs w:val="28"/>
        </w:rPr>
        <w:t>муниципальных</w:t>
      </w:r>
      <w:r w:rsidR="00371F61" w:rsidRPr="00B7104F">
        <w:rPr>
          <w:sz w:val="28"/>
          <w:szCs w:val="28"/>
        </w:rPr>
        <w:t xml:space="preserve"> услуг в социальной сфере в соответствии с социальным сертификатом на получение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 в социальной сфере, утвержденным</w:t>
      </w:r>
      <w:r w:rsidR="00371F61">
        <w:rPr>
          <w:sz w:val="28"/>
          <w:szCs w:val="28"/>
        </w:rPr>
        <w:t>и</w:t>
      </w:r>
      <w:r w:rsidR="00371F61" w:rsidRPr="00B7104F">
        <w:rPr>
          <w:sz w:val="28"/>
          <w:szCs w:val="28"/>
        </w:rPr>
        <w:t xml:space="preserve"> постановлением </w:t>
      </w:r>
      <w:r w:rsidR="00371F61" w:rsidRPr="00770E92">
        <w:rPr>
          <w:sz w:val="28"/>
          <w:szCs w:val="28"/>
        </w:rPr>
        <w:t>админист</w:t>
      </w:r>
      <w:r w:rsidR="00770E92" w:rsidRPr="00770E92">
        <w:rPr>
          <w:sz w:val="28"/>
          <w:szCs w:val="28"/>
        </w:rPr>
        <w:t xml:space="preserve">рации </w:t>
      </w:r>
      <w:r w:rsidR="00770E92">
        <w:rPr>
          <w:sz w:val="28"/>
          <w:szCs w:val="28"/>
        </w:rPr>
        <w:t>города Боготола</w:t>
      </w:r>
      <w:r w:rsidR="00371F61" w:rsidRPr="00B7104F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соглашение в соответствии с сертификатом);</w:t>
      </w:r>
    </w:p>
    <w:p w:rsidR="00FA6365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6C6446" w:rsidRPr="00C52293">
        <w:rPr>
          <w:sz w:val="28"/>
          <w:szCs w:val="28"/>
        </w:rPr>
        <w:t xml:space="preserve">государственная </w:t>
      </w:r>
      <w:r w:rsidR="00371F61" w:rsidRPr="00C52293">
        <w:rPr>
          <w:sz w:val="28"/>
          <w:szCs w:val="28"/>
        </w:rPr>
        <w:t>информационная система «Навигатор д</w:t>
      </w:r>
      <w:r w:rsidR="006C6446" w:rsidRPr="00C52293">
        <w:rPr>
          <w:sz w:val="28"/>
          <w:szCs w:val="28"/>
        </w:rPr>
        <w:t xml:space="preserve">ополнительного образования </w:t>
      </w:r>
      <w:r w:rsidR="00770E92" w:rsidRPr="00C52293">
        <w:rPr>
          <w:sz w:val="28"/>
          <w:szCs w:val="28"/>
        </w:rPr>
        <w:t>Красноярского края</w:t>
      </w:r>
      <w:r w:rsidR="00371F61" w:rsidRPr="00C52293">
        <w:rPr>
          <w:sz w:val="28"/>
          <w:szCs w:val="28"/>
        </w:rPr>
        <w:t>»</w:t>
      </w:r>
      <w:r w:rsidR="00371F61" w:rsidRPr="00B7104F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информационная система) </w:t>
      </w:r>
      <w:r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FA6365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371F61" w:rsidRPr="00B7104F">
        <w:rPr>
          <w:sz w:val="28"/>
          <w:szCs w:val="28"/>
        </w:rPr>
        <w:t xml:space="preserve">реестр получателей социального сертификата </w:t>
      </w:r>
      <w:r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FA6365" w:rsidRDefault="00FA6365" w:rsidP="00FA6365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6) </w:t>
      </w:r>
      <w:r w:rsidR="00371F61" w:rsidRPr="00B7104F">
        <w:rPr>
          <w:sz w:val="28"/>
          <w:szCs w:val="28"/>
        </w:rPr>
        <w:t xml:space="preserve">оператор реестра получателей социального сертификата </w:t>
      </w:r>
      <w:r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</w:t>
      </w:r>
      <w:r w:rsidR="00371F61">
        <w:rPr>
          <w:rFonts w:eastAsia="Calibri"/>
          <w:sz w:val="28"/>
          <w:szCs w:val="28"/>
        </w:rPr>
        <w:t>муниципальный опорный</w:t>
      </w:r>
      <w:r w:rsidR="00371F61" w:rsidRPr="00B7104F">
        <w:rPr>
          <w:rFonts w:eastAsia="Calibri"/>
          <w:sz w:val="28"/>
          <w:szCs w:val="28"/>
        </w:rPr>
        <w:t xml:space="preserve"> центр дополнительного образования детей </w:t>
      </w:r>
      <w:r w:rsidR="00770E92">
        <w:rPr>
          <w:rFonts w:eastAsia="Calibri"/>
          <w:sz w:val="28"/>
          <w:szCs w:val="28"/>
        </w:rPr>
        <w:t>города Боготола, созданный на базе МБУДО «Дом детского творчества»,</w:t>
      </w:r>
      <w:r w:rsidR="00371F61" w:rsidRPr="00B7104F">
        <w:rPr>
          <w:rFonts w:eastAsia="Calibri"/>
          <w:sz w:val="28"/>
          <w:szCs w:val="28"/>
        </w:rPr>
        <w:t xml:space="preserve"> которому уполномоченным органом переданы функции по ведению реестра получателей социального сертификата в соответствии с </w:t>
      </w:r>
      <w:r w:rsidR="00371F61" w:rsidRPr="0016430E">
        <w:rPr>
          <w:rFonts w:eastAsia="Calibri"/>
          <w:sz w:val="28"/>
          <w:szCs w:val="28"/>
        </w:rPr>
        <w:t>приказом</w:t>
      </w:r>
      <w:r w:rsidR="0016430E">
        <w:rPr>
          <w:rFonts w:eastAsia="Calibri"/>
          <w:sz w:val="28"/>
          <w:szCs w:val="28"/>
        </w:rPr>
        <w:t xml:space="preserve"> </w:t>
      </w:r>
      <w:r w:rsidR="00371F61" w:rsidRPr="00B7104F">
        <w:rPr>
          <w:rFonts w:eastAsia="Calibri"/>
          <w:sz w:val="28"/>
          <w:szCs w:val="28"/>
        </w:rPr>
        <w:t xml:space="preserve">от </w:t>
      </w:r>
      <w:r w:rsidR="0016430E">
        <w:rPr>
          <w:rFonts w:eastAsia="Calibri"/>
          <w:sz w:val="28"/>
          <w:szCs w:val="28"/>
        </w:rPr>
        <w:t>29.06.2023</w:t>
      </w:r>
      <w:r w:rsidR="00371F61" w:rsidRPr="00B7104F">
        <w:rPr>
          <w:rFonts w:eastAsia="Calibri"/>
          <w:sz w:val="28"/>
          <w:szCs w:val="28"/>
        </w:rPr>
        <w:t xml:space="preserve"> № </w:t>
      </w:r>
      <w:r w:rsidR="0016430E">
        <w:rPr>
          <w:rFonts w:eastAsia="Calibri"/>
          <w:sz w:val="28"/>
          <w:szCs w:val="28"/>
        </w:rPr>
        <w:t>105</w:t>
      </w:r>
      <w:r w:rsidR="00371F61" w:rsidRPr="00B7104F">
        <w:rPr>
          <w:rFonts w:eastAsia="Calibri"/>
          <w:sz w:val="28"/>
          <w:szCs w:val="28"/>
        </w:rPr>
        <w:t>.</w:t>
      </w:r>
    </w:p>
    <w:p w:rsidR="00FA6365" w:rsidRDefault="00371F61" w:rsidP="00FA6365">
      <w:pPr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FA6365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71F61" w:rsidRPr="00B7104F">
        <w:rPr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FA6365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371F61" w:rsidRPr="00A71809">
        <w:rPr>
          <w:sz w:val="28"/>
          <w:szCs w:val="28"/>
        </w:rPr>
        <w:t xml:space="preserve"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</w:t>
      </w:r>
      <w:r>
        <w:rPr>
          <w:sz w:val="28"/>
          <w:szCs w:val="28"/>
        </w:rPr>
        <w:t>-</w:t>
      </w:r>
      <w:r w:rsidR="00371F61" w:rsidRPr="00A71809">
        <w:rPr>
          <w:sz w:val="28"/>
          <w:szCs w:val="28"/>
        </w:rPr>
        <w:t xml:space="preserve"> Общие требования).</w:t>
      </w:r>
    </w:p>
    <w:p w:rsidR="00FA6365" w:rsidRDefault="00371F61" w:rsidP="00FA6365">
      <w:pPr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FA6365" w:rsidRDefault="00371F61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 обеспечения (н</w:t>
      </w:r>
      <w:r w:rsidRPr="00F404F9">
        <w:rPr>
          <w:sz w:val="28"/>
          <w:szCs w:val="28"/>
        </w:rPr>
        <w:t>оминал</w:t>
      </w:r>
      <w:r>
        <w:rPr>
          <w:sz w:val="28"/>
          <w:szCs w:val="28"/>
        </w:rPr>
        <w:t>)</w:t>
      </w:r>
      <w:r w:rsidRPr="00F404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социального </w:t>
      </w:r>
      <w:r w:rsidRPr="00F404F9">
        <w:rPr>
          <w:sz w:val="28"/>
          <w:szCs w:val="28"/>
        </w:rPr>
        <w:t>сертификат</w:t>
      </w:r>
      <w:r>
        <w:rPr>
          <w:sz w:val="28"/>
          <w:szCs w:val="28"/>
        </w:rPr>
        <w:t>а</w:t>
      </w:r>
      <w:r w:rsidRPr="00F404F9">
        <w:rPr>
          <w:sz w:val="28"/>
          <w:szCs w:val="28"/>
        </w:rPr>
        <w:t xml:space="preserve">, число действующих </w:t>
      </w:r>
      <w:r>
        <w:rPr>
          <w:sz w:val="28"/>
          <w:szCs w:val="28"/>
        </w:rPr>
        <w:t xml:space="preserve">социальных </w:t>
      </w:r>
      <w:r w:rsidRPr="00F404F9">
        <w:rPr>
          <w:sz w:val="28"/>
          <w:szCs w:val="28"/>
        </w:rPr>
        <w:t>сертификатов</w:t>
      </w:r>
      <w:r>
        <w:rPr>
          <w:sz w:val="28"/>
          <w:szCs w:val="28"/>
        </w:rPr>
        <w:t xml:space="preserve">, </w:t>
      </w:r>
      <w:r w:rsidRPr="00F404F9">
        <w:rPr>
          <w:sz w:val="28"/>
          <w:szCs w:val="28"/>
        </w:rPr>
        <w:t xml:space="preserve">в том числе в разрезе отдельных категорий </w:t>
      </w:r>
      <w:r>
        <w:rPr>
          <w:sz w:val="28"/>
          <w:szCs w:val="28"/>
        </w:rPr>
        <w:t>потребителей</w:t>
      </w:r>
      <w:r w:rsidRPr="00F404F9">
        <w:rPr>
          <w:sz w:val="28"/>
          <w:szCs w:val="28"/>
        </w:rPr>
        <w:t xml:space="preserve">, </w:t>
      </w:r>
      <w:r w:rsidRPr="00F404F9">
        <w:rPr>
          <w:rStyle w:val="2"/>
          <w:rFonts w:eastAsiaTheme="minorHAnsi"/>
          <w:sz w:val="28"/>
          <w:szCs w:val="28"/>
        </w:rPr>
        <w:t xml:space="preserve">объем обеспечения </w:t>
      </w:r>
      <w:r>
        <w:rPr>
          <w:rStyle w:val="2"/>
          <w:rFonts w:eastAsiaTheme="minorHAnsi"/>
          <w:sz w:val="28"/>
          <w:szCs w:val="28"/>
        </w:rPr>
        <w:t xml:space="preserve">социальных </w:t>
      </w:r>
      <w:r w:rsidRPr="00F404F9">
        <w:rPr>
          <w:rStyle w:val="2"/>
          <w:rFonts w:eastAsiaTheme="minorHAnsi"/>
          <w:sz w:val="28"/>
          <w:szCs w:val="28"/>
        </w:rPr>
        <w:t>сертификатов</w:t>
      </w:r>
      <w:r w:rsidRPr="00F404F9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при необходимости </w:t>
      </w:r>
      <w:r w:rsidRPr="00F404F9">
        <w:rPr>
          <w:sz w:val="28"/>
          <w:szCs w:val="28"/>
        </w:rPr>
        <w:t>ограничения по использованию детьми сертификата дополнительного образования при выборе дополнительных</w:t>
      </w:r>
      <w:r>
        <w:rPr>
          <w:sz w:val="28"/>
          <w:szCs w:val="28"/>
        </w:rPr>
        <w:t xml:space="preserve"> </w:t>
      </w:r>
      <w:r w:rsidRPr="00F404F9">
        <w:rPr>
          <w:sz w:val="28"/>
          <w:szCs w:val="28"/>
        </w:rPr>
        <w:t>обще</w:t>
      </w:r>
      <w:r>
        <w:rPr>
          <w:sz w:val="28"/>
          <w:szCs w:val="28"/>
        </w:rPr>
        <w:t>развивающих</w:t>
      </w:r>
      <w:r w:rsidRPr="00F404F9">
        <w:rPr>
          <w:sz w:val="28"/>
          <w:szCs w:val="28"/>
        </w:rPr>
        <w:t xml:space="preserve"> программ определенных направленностей</w:t>
      </w:r>
      <w:r>
        <w:rPr>
          <w:sz w:val="28"/>
          <w:szCs w:val="28"/>
        </w:rPr>
        <w:t xml:space="preserve"> устанавливаются программой персонифицированного финансирования, утверждаемой уполномоченным органом ежегодно </w:t>
      </w:r>
      <w:r w:rsidRPr="003473E1">
        <w:rPr>
          <w:sz w:val="28"/>
          <w:szCs w:val="28"/>
        </w:rPr>
        <w:t>до начала очередного финансового года</w:t>
      </w:r>
      <w:r>
        <w:rPr>
          <w:sz w:val="28"/>
          <w:szCs w:val="28"/>
        </w:rPr>
        <w:t>, определяемого как период действия программы персонифицированного финансирования.</w:t>
      </w:r>
    </w:p>
    <w:p w:rsidR="00371F61" w:rsidRPr="00AE5D73" w:rsidRDefault="00FA6365" w:rsidP="00FA6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 </w:t>
      </w:r>
      <w:r w:rsidR="00371F61" w:rsidRPr="00B7104F">
        <w:rPr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371F61" w:rsidRPr="00DA0BEB">
        <w:rPr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 w:rsidR="00371F61">
        <w:rPr>
          <w:sz w:val="28"/>
          <w:szCs w:val="28"/>
        </w:rPr>
        <w:t xml:space="preserve"> </w:t>
      </w:r>
      <w:r w:rsidR="00371F61" w:rsidRPr="00B7104F">
        <w:rPr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371F61">
        <w:rPr>
          <w:sz w:val="28"/>
          <w:szCs w:val="28"/>
        </w:rPr>
        <w:t>муниципального образования</w:t>
      </w:r>
      <w:r w:rsidR="00371F61" w:rsidRPr="00B7104F">
        <w:rPr>
          <w:sz w:val="28"/>
          <w:szCs w:val="28"/>
        </w:rPr>
        <w:t xml:space="preserve"> (далее – оператор). В этом случае на оператора распространяются требования, устанавливаемые настоящими Правилами, по отношению к уполномоченному органу.</w:t>
      </w:r>
    </w:p>
    <w:p w:rsidR="00FA6365" w:rsidRDefault="00FA6365" w:rsidP="00FA6365">
      <w:pPr>
        <w:autoSpaceDE w:val="0"/>
        <w:autoSpaceDN w:val="0"/>
        <w:adjustRightInd w:val="0"/>
        <w:rPr>
          <w:sz w:val="28"/>
          <w:szCs w:val="28"/>
        </w:rPr>
      </w:pPr>
    </w:p>
    <w:p w:rsidR="00371F61" w:rsidRPr="00FA6365" w:rsidRDefault="00FA6365" w:rsidP="00FA636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71F61" w:rsidRPr="00FA6365">
        <w:rPr>
          <w:bCs/>
          <w:sz w:val="28"/>
          <w:szCs w:val="28"/>
        </w:rPr>
        <w:t>Порядок выдачи социального сертификата</w:t>
      </w:r>
    </w:p>
    <w:p w:rsidR="00D71046" w:rsidRPr="00C2757E" w:rsidRDefault="00D71046" w:rsidP="00FA6365">
      <w:pPr>
        <w:pStyle w:val="af"/>
        <w:autoSpaceDE w:val="0"/>
        <w:autoSpaceDN w:val="0"/>
        <w:adjustRightInd w:val="0"/>
        <w:ind w:left="1069"/>
        <w:jc w:val="center"/>
        <w:rPr>
          <w:bCs/>
          <w:sz w:val="28"/>
          <w:szCs w:val="28"/>
        </w:rPr>
      </w:pP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_Ref113024720"/>
      <w:r>
        <w:rPr>
          <w:sz w:val="28"/>
          <w:szCs w:val="28"/>
        </w:rPr>
        <w:t xml:space="preserve">2.1. </w:t>
      </w:r>
      <w:r w:rsidR="00371F61" w:rsidRPr="00FA6365">
        <w:rPr>
          <w:sz w:val="28"/>
          <w:szCs w:val="28"/>
        </w:rPr>
        <w:t xml:space="preserve"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</w:t>
      </w:r>
      <w:r w:rsidRPr="00FA6365">
        <w:rPr>
          <w:sz w:val="28"/>
          <w:szCs w:val="28"/>
        </w:rPr>
        <w:t>-</w:t>
      </w:r>
      <w:r w:rsidR="00371F61" w:rsidRPr="00FA6365">
        <w:rPr>
          <w:sz w:val="28"/>
          <w:szCs w:val="28"/>
        </w:rPr>
        <w:t xml:space="preserve"> заявление о зачислении), содержащее следующие сведения:</w:t>
      </w:r>
      <w:bookmarkEnd w:id="1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71F61" w:rsidRPr="00B7104F">
        <w:rPr>
          <w:sz w:val="28"/>
          <w:szCs w:val="28"/>
        </w:rPr>
        <w:t>фамилия, имя, отчество (при наличии) получателя социального сертификата;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71F61" w:rsidRPr="00B7104F">
        <w:rPr>
          <w:sz w:val="28"/>
          <w:szCs w:val="28"/>
        </w:rPr>
        <w:t>дата рождения получателя социального сертификата;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71F61" w:rsidRPr="00B7104F">
        <w:rPr>
          <w:sz w:val="28"/>
          <w:szCs w:val="28"/>
        </w:rPr>
        <w:t xml:space="preserve">фамилия, имя, отчество (последнее </w:t>
      </w:r>
      <w:r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при наличии) законного представителя получателя социального сертификата услуги;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71F61" w:rsidRPr="00B7104F">
        <w:rPr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371F61" w:rsidRPr="00B7104F">
        <w:rPr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371F61" w:rsidRPr="00B7104F">
        <w:rPr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="00371F61" w:rsidRPr="00B7104F">
        <w:rPr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 в соответствии с социальным сертификатом;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="00371F61" w:rsidRPr="00B7104F">
        <w:rPr>
          <w:sz w:val="28"/>
          <w:szCs w:val="28"/>
        </w:rPr>
        <w:t>наименование исполнителя услуги.</w:t>
      </w:r>
    </w:p>
    <w:p w:rsidR="00FA6365" w:rsidRDefault="00371F61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FA6365" w:rsidRDefault="00371F61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Информация, предусмотренная подпунктами «а»</w:t>
      </w:r>
      <w:r w:rsidR="009F4D06">
        <w:rPr>
          <w:sz w:val="28"/>
          <w:szCs w:val="28"/>
        </w:rPr>
        <w:t xml:space="preserve"> - </w:t>
      </w:r>
      <w:r w:rsidRPr="00B7104F">
        <w:rPr>
          <w:sz w:val="28"/>
          <w:szCs w:val="28"/>
        </w:rPr>
        <w:t xml:space="preserve">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  <w:bookmarkStart w:id="2" w:name="_Ref120283741"/>
      <w:bookmarkStart w:id="3" w:name="_Ref114174702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50595">
        <w:rPr>
          <w:sz w:val="28"/>
          <w:szCs w:val="28"/>
        </w:rPr>
        <w:t xml:space="preserve"> </w:t>
      </w:r>
      <w:r w:rsidR="00371F61" w:rsidRPr="002458EB">
        <w:rPr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</w:t>
      </w:r>
      <w:r w:rsidR="00371F61" w:rsidRPr="002458EB">
        <w:rPr>
          <w:sz w:val="28"/>
          <w:szCs w:val="28"/>
        </w:rPr>
        <w:lastRenderedPageBreak/>
        <w:t>зачислении, предусмотренным пунктом 6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2"/>
    </w:p>
    <w:p w:rsidR="00FA6365" w:rsidRDefault="00371F61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Правил.</w:t>
      </w:r>
      <w:bookmarkStart w:id="4" w:name="_Ref114175693"/>
      <w:bookmarkEnd w:id="3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371F61" w:rsidRPr="00B7104F">
        <w:rPr>
          <w:sz w:val="28"/>
          <w:szCs w:val="28"/>
        </w:rPr>
        <w:t>Правовым</w:t>
      </w:r>
      <w:r w:rsidR="00371F61" w:rsidRPr="00B7104F">
        <w:rPr>
          <w:rFonts w:eastAsia="Calibri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</w:t>
      </w:r>
      <w:r>
        <w:rPr>
          <w:rFonts w:eastAsia="Calibri"/>
          <w:sz w:val="28"/>
          <w:szCs w:val="28"/>
        </w:rPr>
        <w:t>-</w:t>
      </w:r>
      <w:r w:rsidR="00371F61" w:rsidRPr="00B7104F">
        <w:rPr>
          <w:rFonts w:eastAsia="Calibri"/>
          <w:sz w:val="28"/>
          <w:szCs w:val="28"/>
        </w:rPr>
        <w:t xml:space="preserve">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="00371F61" w:rsidRPr="00B7104F">
        <w:rPr>
          <w:sz w:val="28"/>
          <w:szCs w:val="28"/>
        </w:rPr>
        <w:t>6-7 настоящих Правил,</w:t>
      </w:r>
      <w:r w:rsidR="00371F61" w:rsidRPr="00B7104F">
        <w:rPr>
          <w:rFonts w:eastAsia="Calibri"/>
          <w:sz w:val="28"/>
          <w:szCs w:val="28"/>
        </w:rPr>
        <w:t xml:space="preserve"> в адрес уполномоченного органа и (или)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</w:t>
      </w:r>
      <w:r w:rsidR="00302234">
        <w:rPr>
          <w:rFonts w:eastAsia="Calibri"/>
          <w:sz w:val="28"/>
          <w:szCs w:val="28"/>
        </w:rPr>
        <w:t xml:space="preserve">№ </w:t>
      </w:r>
      <w:r w:rsidR="00371F61" w:rsidRPr="00B7104F">
        <w:rPr>
          <w:rFonts w:eastAsia="Calibri"/>
          <w:sz w:val="28"/>
          <w:szCs w:val="28"/>
        </w:rPr>
        <w:t>152-ФЗ, согласие на обработку персональных данных дается исключительно в бумажной форме.</w:t>
      </w:r>
      <w:bookmarkStart w:id="5" w:name="_Ref114175421"/>
      <w:bookmarkEnd w:id="4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2.4. </w:t>
      </w:r>
      <w:r w:rsidR="00371F61" w:rsidRPr="00550595">
        <w:rPr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="00371F61" w:rsidRPr="00550595">
        <w:rPr>
          <w:rFonts w:eastAsia="Calibri"/>
          <w:sz w:val="28"/>
          <w:szCs w:val="28"/>
        </w:rPr>
        <w:t>содержащейся</w:t>
      </w:r>
      <w:r w:rsidR="00371F61" w:rsidRPr="00550595">
        <w:rPr>
          <w:sz w:val="28"/>
          <w:szCs w:val="28"/>
        </w:rPr>
        <w:t xml:space="preserve"> в нем, подписывается усиленной квалифицированной подписью лица, имеющего право действовать от имени уполномоченного органа.</w:t>
      </w:r>
      <w:bookmarkStart w:id="6" w:name="_Ref8569274"/>
      <w:bookmarkEnd w:id="5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371F61" w:rsidRPr="00550595">
        <w:rPr>
          <w:rFonts w:eastAsia="Calibri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="00371F61" w:rsidRPr="00550595">
        <w:rPr>
          <w:sz w:val="28"/>
          <w:szCs w:val="28"/>
        </w:rPr>
        <w:t xml:space="preserve">сертификата </w:t>
      </w:r>
      <w:r w:rsidR="00371F61" w:rsidRPr="00550595">
        <w:rPr>
          <w:rFonts w:eastAsia="Calibri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7" w:name="_Ref21637376"/>
      <w:r w:rsidR="00371F61" w:rsidRPr="00550595">
        <w:rPr>
          <w:rFonts w:eastAsia="Calibri"/>
          <w:sz w:val="28"/>
          <w:szCs w:val="28"/>
        </w:rPr>
        <w:t>содержащего следующие сведения:</w:t>
      </w:r>
      <w:bookmarkStart w:id="8" w:name="_Ref8570040"/>
      <w:bookmarkEnd w:id="6"/>
      <w:bookmarkEnd w:id="7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="00371F61" w:rsidRPr="00B7104F">
        <w:rPr>
          <w:sz w:val="28"/>
          <w:szCs w:val="28"/>
        </w:rPr>
        <w:t>номер реестровой записи;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71F61" w:rsidRPr="00B7104F">
        <w:rPr>
          <w:rFonts w:eastAsia="Calibri"/>
          <w:sz w:val="28"/>
          <w:szCs w:val="28"/>
        </w:rPr>
        <w:t xml:space="preserve">фамилия, имя, отчество (последнее </w:t>
      </w:r>
      <w:r>
        <w:rPr>
          <w:rFonts w:eastAsia="Calibri"/>
          <w:sz w:val="28"/>
          <w:szCs w:val="28"/>
        </w:rPr>
        <w:t>-</w:t>
      </w:r>
      <w:r w:rsidR="00371F61" w:rsidRPr="00B7104F">
        <w:rPr>
          <w:rFonts w:eastAsia="Calibri"/>
          <w:sz w:val="28"/>
          <w:szCs w:val="28"/>
        </w:rPr>
        <w:t xml:space="preserve"> при наличии) потребителя услуги;</w:t>
      </w:r>
      <w:bookmarkEnd w:id="8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в) </w:t>
      </w:r>
      <w:r w:rsidR="00371F61" w:rsidRPr="00B7104F">
        <w:rPr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71F61" w:rsidRPr="00B7104F">
        <w:rPr>
          <w:sz w:val="28"/>
          <w:szCs w:val="28"/>
        </w:rPr>
        <w:t>пол потребителя услуги;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д) </w:t>
      </w:r>
      <w:r w:rsidR="00371F61" w:rsidRPr="00B7104F">
        <w:rPr>
          <w:rFonts w:eastAsia="Calibri"/>
          <w:sz w:val="28"/>
          <w:szCs w:val="28"/>
        </w:rPr>
        <w:t>дата рождения потребителя услуги;</w:t>
      </w:r>
      <w:bookmarkStart w:id="9" w:name="_Ref8570041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е) </w:t>
      </w:r>
      <w:r w:rsidR="00371F61" w:rsidRPr="00B7104F">
        <w:rPr>
          <w:rFonts w:eastAsia="Calibri"/>
          <w:sz w:val="28"/>
          <w:szCs w:val="28"/>
        </w:rPr>
        <w:t>место (адрес) проживания потребителя услуги;</w:t>
      </w:r>
      <w:bookmarkEnd w:id="9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ж) </w:t>
      </w:r>
      <w:r w:rsidR="00371F61" w:rsidRPr="00B7104F">
        <w:rPr>
          <w:rFonts w:eastAsia="Calibri"/>
          <w:sz w:val="28"/>
          <w:szCs w:val="28"/>
        </w:rPr>
        <w:t>данные страхового номера индивидуального лицевого счета (СНИЛС) потребителя услуги;</w:t>
      </w:r>
      <w:bookmarkStart w:id="10" w:name="_Ref17532171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з) </w:t>
      </w:r>
      <w:r w:rsidR="00371F61" w:rsidRPr="00B7104F">
        <w:rPr>
          <w:rFonts w:eastAsia="Calibri"/>
          <w:sz w:val="28"/>
          <w:szCs w:val="28"/>
        </w:rPr>
        <w:t xml:space="preserve">фамилия, имя, отчество (последнее </w:t>
      </w:r>
      <w:r>
        <w:rPr>
          <w:rFonts w:eastAsia="Calibri"/>
          <w:sz w:val="28"/>
          <w:szCs w:val="28"/>
        </w:rPr>
        <w:t>-</w:t>
      </w:r>
      <w:r w:rsidR="00371F61" w:rsidRPr="00B7104F">
        <w:rPr>
          <w:rFonts w:eastAsia="Calibri"/>
          <w:sz w:val="28"/>
          <w:szCs w:val="28"/>
        </w:rPr>
        <w:t xml:space="preserve"> при наличии) родителя (законного представителя) потребителя услуги;</w:t>
      </w:r>
      <w:bookmarkEnd w:id="10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и) </w:t>
      </w:r>
      <w:r w:rsidR="00371F61" w:rsidRPr="00B7104F">
        <w:rPr>
          <w:sz w:val="28"/>
          <w:szCs w:val="28"/>
        </w:rPr>
        <w:t xml:space="preserve">вид документа, удостоверяющего личность </w:t>
      </w:r>
      <w:r w:rsidR="00371F61" w:rsidRPr="00B7104F">
        <w:rPr>
          <w:rFonts w:eastAsia="Calibri"/>
          <w:sz w:val="28"/>
          <w:szCs w:val="28"/>
        </w:rPr>
        <w:t>родителя (законного представителя) потребителя</w:t>
      </w:r>
      <w:r w:rsidR="00371F61" w:rsidRPr="00B7104F">
        <w:rPr>
          <w:sz w:val="28"/>
          <w:szCs w:val="28"/>
        </w:rPr>
        <w:t xml:space="preserve"> услуги, его серия, номер и дата выдачи, а </w:t>
      </w:r>
      <w:r w:rsidR="00371F61" w:rsidRPr="00B7104F">
        <w:rPr>
          <w:sz w:val="28"/>
          <w:szCs w:val="28"/>
        </w:rPr>
        <w:lastRenderedPageBreak/>
        <w:t>также наименование органа и код подразделения, выдавшего документ (при наличии);</w:t>
      </w:r>
      <w:bookmarkStart w:id="11" w:name="_Ref21955484"/>
      <w:bookmarkStart w:id="12" w:name="_Ref17531899"/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к) </w:t>
      </w:r>
      <w:r w:rsidR="00371F61" w:rsidRPr="00B7104F">
        <w:rPr>
          <w:rFonts w:eastAsia="Calibri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л) </w:t>
      </w:r>
      <w:r w:rsidR="00371F61" w:rsidRPr="00B7104F">
        <w:rPr>
          <w:rFonts w:eastAsia="Calibri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FA6365" w:rsidRDefault="00FA6365" w:rsidP="00FA636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м) </w:t>
      </w:r>
      <w:r w:rsidR="00371F61" w:rsidRPr="00B7104F">
        <w:rPr>
          <w:rFonts w:eastAsia="Calibri"/>
          <w:sz w:val="28"/>
          <w:szCs w:val="28"/>
        </w:rPr>
        <w:t>идентификационный номер дополнительной общеразвивающей программы, включенной в реестр образовательных программ, по которой обучается или обучался потребитель услуги (в случае подачи заявления, предусмотренного пунктом 7 настоящих Правил);</w:t>
      </w:r>
    </w:p>
    <w:p w:rsidR="00C94D0C" w:rsidRDefault="00FA6365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н) </w:t>
      </w:r>
      <w:r w:rsidR="00371F61" w:rsidRPr="00B7104F">
        <w:rPr>
          <w:rFonts w:eastAsia="Calibri"/>
          <w:sz w:val="28"/>
          <w:szCs w:val="28"/>
        </w:rPr>
        <w:t>информация о социальном сертификате</w:t>
      </w:r>
      <w:bookmarkEnd w:id="11"/>
      <w:r w:rsidR="00371F61" w:rsidRPr="00B7104F">
        <w:rPr>
          <w:rFonts w:eastAsia="Calibri"/>
          <w:sz w:val="28"/>
          <w:szCs w:val="28"/>
        </w:rPr>
        <w:t>.</w:t>
      </w:r>
      <w:bookmarkStart w:id="13" w:name="_Ref17540954"/>
      <w:bookmarkEnd w:id="12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2.6 </w:t>
      </w:r>
      <w:r w:rsidR="00371F61" w:rsidRPr="00B7104F">
        <w:rPr>
          <w:rFonts w:eastAsia="Calibri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C94D0C" w:rsidRDefault="00371F61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 xml:space="preserve">Сведения, указанные в подпунктах «б» </w:t>
      </w:r>
      <w:r w:rsidR="00FA6365">
        <w:rPr>
          <w:rFonts w:eastAsia="Calibri"/>
          <w:sz w:val="28"/>
          <w:szCs w:val="28"/>
        </w:rPr>
        <w:t>-</w:t>
      </w:r>
      <w:r w:rsidRPr="00B7104F">
        <w:rPr>
          <w:rFonts w:eastAsia="Calibri"/>
          <w:sz w:val="28"/>
          <w:szCs w:val="28"/>
        </w:rPr>
        <w:t xml:space="preserve"> «м» пункта 10 настоящих Правил, формируются оператором реестра получателей социального сертификата 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4" w:name="_Ref17532039"/>
      <w:bookmarkEnd w:id="13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2.7. </w:t>
      </w:r>
      <w:r w:rsidR="00371F61" w:rsidRPr="00550595">
        <w:rPr>
          <w:rFonts w:eastAsia="Calibri"/>
          <w:sz w:val="28"/>
          <w:szCs w:val="28"/>
        </w:rPr>
        <w:t>Сведения, указанные в подпункте «н» пункта 10 настоящих Правил, формируются в соответствии с Общими требованиями.</w:t>
      </w:r>
      <w:bookmarkStart w:id="15" w:name="_Ref114234408"/>
      <w:bookmarkStart w:id="16" w:name="_Ref21597482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2.8. </w:t>
      </w:r>
      <w:r w:rsidR="00371F61" w:rsidRPr="00550595">
        <w:rPr>
          <w:rFonts w:eastAsia="Calibri"/>
          <w:sz w:val="28"/>
          <w:szCs w:val="28"/>
        </w:rPr>
        <w:t>В случае, если получатель социального сертификата, его</w:t>
      </w:r>
      <w:r w:rsidR="00371F61" w:rsidRPr="00550595" w:rsidDel="00C73DFB">
        <w:rPr>
          <w:rFonts w:eastAsia="Calibri"/>
          <w:sz w:val="28"/>
          <w:szCs w:val="28"/>
        </w:rPr>
        <w:t xml:space="preserve"> </w:t>
      </w:r>
      <w:r w:rsidR="00371F61" w:rsidRPr="00550595">
        <w:rPr>
          <w:rFonts w:eastAsia="Calibri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сертификата</w:t>
      </w:r>
      <w:r w:rsidR="00371F61" w:rsidRPr="00550595" w:rsidDel="00C73DFB">
        <w:rPr>
          <w:rFonts w:eastAsia="Calibri"/>
          <w:sz w:val="28"/>
          <w:szCs w:val="28"/>
        </w:rPr>
        <w:t xml:space="preserve"> </w:t>
      </w:r>
      <w:r w:rsidR="00371F61" w:rsidRPr="00550595">
        <w:rPr>
          <w:rFonts w:eastAsia="Calibri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5"/>
      <w:r w:rsidR="00371F61" w:rsidRPr="00550595">
        <w:rPr>
          <w:rFonts w:eastAsia="Calibri"/>
          <w:sz w:val="28"/>
          <w:szCs w:val="28"/>
        </w:rPr>
        <w:t xml:space="preserve"> </w:t>
      </w:r>
      <w:bookmarkStart w:id="17" w:name="_Ref114175468"/>
      <w:bookmarkStart w:id="18" w:name="_Ref25505937"/>
      <w:bookmarkEnd w:id="14"/>
      <w:bookmarkEnd w:id="16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2.9. </w:t>
      </w:r>
      <w:r w:rsidR="00371F61" w:rsidRPr="00550595">
        <w:rPr>
          <w:rFonts w:eastAsia="Calibri"/>
          <w:sz w:val="28"/>
          <w:szCs w:val="28"/>
        </w:rPr>
        <w:t>Уполномоченный орган:</w:t>
      </w:r>
      <w:bookmarkEnd w:id="17"/>
    </w:p>
    <w:p w:rsidR="00C94D0C" w:rsidRDefault="00371F61" w:rsidP="00C94D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eastAsia="Calibri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</w:t>
      </w:r>
      <w:r w:rsidRPr="00302234">
        <w:rPr>
          <w:color w:val="000000" w:themeColor="text1"/>
          <w:sz w:val="28"/>
          <w:szCs w:val="28"/>
        </w:rPr>
        <w:t xml:space="preserve">формировании соответствующей информации, включаемой в реестр получателей социального сертификата, предусмотренных </w:t>
      </w:r>
      <w:r w:rsidRPr="00302234">
        <w:rPr>
          <w:rStyle w:val="af7"/>
          <w:color w:val="000000" w:themeColor="text1"/>
          <w:sz w:val="28"/>
          <w:szCs w:val="28"/>
        </w:rPr>
        <w:t>пунктом 15</w:t>
      </w:r>
      <w:r w:rsidRPr="00302234">
        <w:rPr>
          <w:color w:val="000000" w:themeColor="text1"/>
          <w:sz w:val="28"/>
          <w:szCs w:val="28"/>
        </w:rPr>
        <w:t xml:space="preserve"> настоящих Правил и принимает решение о формировании соответствующей информации, включаемой в реестр получателей социального сертификата</w:t>
      </w:r>
      <w:r w:rsidRPr="00B7104F">
        <w:rPr>
          <w:sz w:val="28"/>
          <w:szCs w:val="28"/>
        </w:rPr>
        <w:t>, или об отказе в формировании соответствующей информации, включаемой в реестр получателей социального сертификата;</w:t>
      </w:r>
    </w:p>
    <w:p w:rsidR="00C94D0C" w:rsidRDefault="00371F61" w:rsidP="00C94D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04F">
        <w:rPr>
          <w:sz w:val="28"/>
          <w:szCs w:val="28"/>
        </w:rPr>
        <w:t xml:space="preserve">в день принятия решения о 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</w:t>
      </w:r>
      <w:r w:rsidRPr="00B7104F">
        <w:rPr>
          <w:sz w:val="28"/>
          <w:szCs w:val="28"/>
        </w:rPr>
        <w:lastRenderedPageBreak/>
        <w:t>формировании соответствующей информации, включаемой в реестр получателей социального сертификата, или об отказе в формировании соответствующей информации, включаемой в реестр получателей социального сертификата.</w:t>
      </w:r>
      <w:bookmarkStart w:id="19" w:name="_Ref25505939"/>
      <w:bookmarkStart w:id="20" w:name="_Ref36817919"/>
      <w:bookmarkEnd w:id="18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371F61" w:rsidRPr="00550595">
        <w:rPr>
          <w:rFonts w:eastAsia="Calibri"/>
          <w:sz w:val="28"/>
          <w:szCs w:val="28"/>
        </w:rPr>
        <w:t xml:space="preserve">Основаниями для отказа в </w:t>
      </w:r>
      <w:r w:rsidR="00371F61" w:rsidRPr="00550595">
        <w:rPr>
          <w:sz w:val="28"/>
          <w:szCs w:val="28"/>
        </w:rPr>
        <w:t xml:space="preserve">формировании соответствующей информации, </w:t>
      </w:r>
      <w:r w:rsidR="00371F61" w:rsidRPr="00550595">
        <w:rPr>
          <w:rFonts w:eastAsia="Calibri"/>
          <w:sz w:val="28"/>
          <w:szCs w:val="28"/>
        </w:rPr>
        <w:t>включаемой</w:t>
      </w:r>
      <w:r w:rsidR="00371F61" w:rsidRPr="00550595">
        <w:rPr>
          <w:sz w:val="28"/>
          <w:szCs w:val="28"/>
        </w:rPr>
        <w:t xml:space="preserve"> в реестр получателей социального сертификата</w:t>
      </w:r>
      <w:r w:rsidR="00371F61" w:rsidRPr="00550595">
        <w:rPr>
          <w:rFonts w:eastAsia="Calibri"/>
          <w:sz w:val="28"/>
          <w:szCs w:val="28"/>
        </w:rPr>
        <w:t>, являются:</w:t>
      </w:r>
      <w:bookmarkEnd w:id="19"/>
      <w:bookmarkEnd w:id="20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371F61" w:rsidRPr="00B7104F">
        <w:rPr>
          <w:rFonts w:eastAsia="Calibri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="00371F61" w:rsidRPr="00B7104F">
        <w:rPr>
          <w:sz w:val="28"/>
          <w:szCs w:val="28"/>
        </w:rPr>
        <w:t>в реестр получателей социального сертификата</w:t>
      </w:r>
      <w:r w:rsidR="00371F61" w:rsidRPr="00B7104F">
        <w:rPr>
          <w:rFonts w:eastAsia="Calibri"/>
          <w:sz w:val="28"/>
          <w:szCs w:val="28"/>
        </w:rPr>
        <w:t>;</w:t>
      </w:r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</w:t>
      </w:r>
      <w:r w:rsidR="00371F61" w:rsidRPr="00B7104F">
        <w:rPr>
          <w:rFonts w:eastAsia="Calibri"/>
          <w:sz w:val="28"/>
          <w:szCs w:val="28"/>
        </w:rPr>
        <w:t xml:space="preserve">предоставление </w:t>
      </w:r>
      <w:r w:rsidR="00371F61" w:rsidRPr="00B7104F">
        <w:rPr>
          <w:sz w:val="28"/>
          <w:szCs w:val="28"/>
        </w:rPr>
        <w:t xml:space="preserve">получателем социального сертификата, его законным представителем </w:t>
      </w:r>
      <w:r w:rsidR="00371F61" w:rsidRPr="00B7104F">
        <w:rPr>
          <w:rFonts w:eastAsia="Calibri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371F61" w:rsidRPr="00B7104F">
        <w:rPr>
          <w:rFonts w:eastAsia="Calibri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</w:t>
      </w:r>
      <w:r w:rsidR="00371F61" w:rsidRPr="00B7104F">
        <w:rPr>
          <w:sz w:val="28"/>
          <w:szCs w:val="28"/>
        </w:rPr>
        <w:t xml:space="preserve">превышение общего объема оказания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="00371F61" w:rsidRPr="00B7104F">
        <w:rPr>
          <w:rFonts w:eastAsia="Calibri"/>
          <w:sz w:val="28"/>
          <w:szCs w:val="28"/>
        </w:rPr>
        <w:t>.</w:t>
      </w:r>
      <w:bookmarkStart w:id="21" w:name="_Ref36817382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2.11. </w:t>
      </w:r>
      <w:r w:rsidR="00371F61" w:rsidRPr="00550595">
        <w:rPr>
          <w:sz w:val="28"/>
          <w:szCs w:val="28"/>
        </w:rPr>
        <w:t>Получатель социального сертификата, его законный представитель</w:t>
      </w:r>
      <w:r w:rsidR="00371F61" w:rsidRPr="00550595" w:rsidDel="00426434">
        <w:rPr>
          <w:rFonts w:eastAsia="Calibri"/>
          <w:sz w:val="28"/>
          <w:szCs w:val="28"/>
        </w:rPr>
        <w:t xml:space="preserve"> </w:t>
      </w:r>
      <w:r w:rsidR="00371F61" w:rsidRPr="00550595">
        <w:rPr>
          <w:rFonts w:eastAsia="Calibri"/>
          <w:sz w:val="28"/>
          <w:szCs w:val="28"/>
        </w:rPr>
        <w:t>вправе изменить сведения, указанные в подпунктах «</w:t>
      </w:r>
      <w:proofErr w:type="gramStart"/>
      <w:r w:rsidR="00371F61" w:rsidRPr="00550595">
        <w:rPr>
          <w:rFonts w:eastAsia="Calibri"/>
          <w:sz w:val="28"/>
          <w:szCs w:val="28"/>
        </w:rPr>
        <w:t>б»-</w:t>
      </w:r>
      <w:proofErr w:type="gramEnd"/>
      <w:r w:rsidR="00371F61" w:rsidRPr="00550595">
        <w:rPr>
          <w:rFonts w:eastAsia="Calibri"/>
          <w:sz w:val="28"/>
          <w:szCs w:val="28"/>
        </w:rPr>
        <w:t>«в», «з»-«к» пункта 10 настоящих Правил, посредством подачи</w:t>
      </w:r>
      <w:r w:rsidR="00371F61" w:rsidRPr="00550595">
        <w:rPr>
          <w:sz w:val="28"/>
          <w:szCs w:val="28"/>
        </w:rPr>
        <w:t xml:space="preserve"> </w:t>
      </w:r>
      <w:r w:rsidR="00371F61" w:rsidRPr="00550595">
        <w:rPr>
          <w:rFonts w:eastAsia="Calibri"/>
          <w:sz w:val="28"/>
          <w:szCs w:val="28"/>
        </w:rPr>
        <w:t>заявления об изменении сведений о потребителе, содержащим:</w:t>
      </w:r>
      <w:bookmarkEnd w:id="21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="00371F61" w:rsidRPr="00B7104F">
        <w:rPr>
          <w:rFonts w:eastAsia="Calibri"/>
          <w:sz w:val="28"/>
          <w:szCs w:val="28"/>
        </w:rPr>
        <w:t>перечень сведений, подлежащих изменению;</w:t>
      </w:r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</w:t>
      </w:r>
      <w:r w:rsidR="00371F61" w:rsidRPr="00B7104F">
        <w:rPr>
          <w:rFonts w:eastAsia="Calibri"/>
          <w:sz w:val="28"/>
          <w:szCs w:val="28"/>
        </w:rPr>
        <w:t>причину либо причины изменения сведений.</w:t>
      </w:r>
    </w:p>
    <w:p w:rsidR="00C94D0C" w:rsidRDefault="00371F61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04F">
        <w:rPr>
          <w:rFonts w:eastAsia="Calibri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  <w:bookmarkStart w:id="22" w:name="_Ref21611687"/>
      <w:bookmarkStart w:id="23" w:name="_Ref114233772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2.12. </w:t>
      </w:r>
      <w:r w:rsidR="00371F61" w:rsidRPr="00D73D18">
        <w:rPr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="00371F61" w:rsidRPr="00D73D18">
        <w:rPr>
          <w:rFonts w:eastAsia="Calibri"/>
          <w:sz w:val="28"/>
          <w:szCs w:val="28"/>
        </w:rPr>
        <w:t>сертификата</w:t>
      </w:r>
      <w:r w:rsidR="00371F61" w:rsidRPr="00D73D18">
        <w:rPr>
          <w:sz w:val="28"/>
          <w:szCs w:val="28"/>
        </w:rPr>
        <w:t xml:space="preserve"> осуществляется оператором реестра получателей </w:t>
      </w:r>
      <w:r w:rsidR="00371F61" w:rsidRPr="00D73D18">
        <w:rPr>
          <w:rFonts w:eastAsia="Calibri"/>
          <w:sz w:val="28"/>
          <w:szCs w:val="28"/>
        </w:rPr>
        <w:t>социального</w:t>
      </w:r>
      <w:r w:rsidR="00371F61" w:rsidRPr="00D73D18">
        <w:rPr>
          <w:sz w:val="28"/>
          <w:szCs w:val="28"/>
        </w:rPr>
        <w:t xml:space="preserve"> сертификата в течение 2-х рабочих дней с даты</w:t>
      </w:r>
      <w:bookmarkStart w:id="24" w:name="_Ref21458283"/>
      <w:bookmarkEnd w:id="22"/>
      <w:r w:rsidR="00371F61" w:rsidRPr="00D73D18">
        <w:rPr>
          <w:sz w:val="28"/>
          <w:szCs w:val="28"/>
        </w:rPr>
        <w:t xml:space="preserve"> </w:t>
      </w:r>
      <w:r w:rsidR="00371F61" w:rsidRPr="00D73D18">
        <w:rPr>
          <w:rFonts w:eastAsia="Calibri"/>
          <w:sz w:val="28"/>
          <w:szCs w:val="28"/>
        </w:rPr>
        <w:t xml:space="preserve">поступления заявления </w:t>
      </w:r>
      <w:r w:rsidR="00371F61" w:rsidRPr="00D73D18">
        <w:rPr>
          <w:sz w:val="28"/>
          <w:szCs w:val="28"/>
        </w:rPr>
        <w:t>получателя социального сертификата, его законного представителя</w:t>
      </w:r>
      <w:r w:rsidR="00371F61" w:rsidRPr="00D73D18" w:rsidDel="0064037A">
        <w:rPr>
          <w:rFonts w:eastAsia="Calibri"/>
          <w:sz w:val="28"/>
          <w:szCs w:val="28"/>
        </w:rPr>
        <w:t xml:space="preserve"> </w:t>
      </w:r>
      <w:r w:rsidR="00371F61" w:rsidRPr="00D73D18">
        <w:rPr>
          <w:rFonts w:eastAsia="Calibri"/>
          <w:sz w:val="28"/>
          <w:szCs w:val="28"/>
        </w:rPr>
        <w:t xml:space="preserve">об отказе от включения сведений о нем в реестр получателей </w:t>
      </w:r>
      <w:r w:rsidR="00371F61" w:rsidRPr="00D73D18">
        <w:rPr>
          <w:sz w:val="28"/>
          <w:szCs w:val="28"/>
        </w:rPr>
        <w:t>социального сертификата</w:t>
      </w:r>
      <w:r w:rsidR="00371F61" w:rsidRPr="00D73D18">
        <w:rPr>
          <w:rFonts w:eastAsia="Calibri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Start w:id="25" w:name="_Ref25505947"/>
      <w:bookmarkEnd w:id="23"/>
    </w:p>
    <w:p w:rsidR="00C94D0C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2.13. </w:t>
      </w:r>
      <w:r w:rsidR="00371F61" w:rsidRPr="00D73D18">
        <w:rPr>
          <w:rFonts w:eastAsia="Calibri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="00371F61" w:rsidRPr="00D73D18">
        <w:rPr>
          <w:sz w:val="28"/>
          <w:szCs w:val="28"/>
        </w:rPr>
        <w:t>социального сертификата</w:t>
      </w:r>
      <w:r w:rsidR="00371F61" w:rsidRPr="00D73D18">
        <w:rPr>
          <w:rFonts w:eastAsia="Calibri"/>
          <w:sz w:val="28"/>
          <w:szCs w:val="28"/>
        </w:rPr>
        <w:t xml:space="preserve"> в день исключения сведений в соответствии с пунктом 17 настоящих Правил, </w:t>
      </w:r>
      <w:r w:rsidR="00371F61" w:rsidRPr="00D73D18">
        <w:rPr>
          <w:sz w:val="28"/>
          <w:szCs w:val="28"/>
        </w:rPr>
        <w:t>посредством информационной системы</w:t>
      </w:r>
      <w:r w:rsidR="00371F61" w:rsidRPr="00D73D18">
        <w:rPr>
          <w:rFonts w:eastAsia="Calibri"/>
          <w:sz w:val="28"/>
          <w:szCs w:val="28"/>
        </w:rPr>
        <w:t>.</w:t>
      </w:r>
      <w:bookmarkEnd w:id="24"/>
      <w:bookmarkEnd w:id="25"/>
    </w:p>
    <w:p w:rsidR="00371F61" w:rsidRPr="00D73D18" w:rsidRDefault="00C94D0C" w:rsidP="00C94D0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2.14. </w:t>
      </w:r>
      <w:r w:rsidR="00371F61" w:rsidRPr="00D73D18">
        <w:rPr>
          <w:rFonts w:eastAsia="Calibri"/>
          <w:sz w:val="28"/>
          <w:szCs w:val="28"/>
        </w:rPr>
        <w:t>Формы и порядок работы с заявлениями и согласиями на обработку персональных данных, указанными в пунктах 6, 7, 8, 16 и 17 настоящих Правил, устанавливаются уполномоченным органом.</w:t>
      </w:r>
    </w:p>
    <w:p w:rsidR="00C94D0C" w:rsidRDefault="00C94D0C" w:rsidP="00C94D0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02234" w:rsidRDefault="00302234" w:rsidP="00C94D0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302234" w:rsidRDefault="00302234" w:rsidP="00C94D0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C94D0C" w:rsidRDefault="00C94D0C" w:rsidP="00C94D0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3. </w:t>
      </w:r>
      <w:r w:rsidR="00371F61" w:rsidRPr="00C94D0C">
        <w:rPr>
          <w:rFonts w:eastAsia="Calibri"/>
          <w:bCs/>
          <w:sz w:val="28"/>
          <w:szCs w:val="28"/>
        </w:rPr>
        <w:t xml:space="preserve">Порядок заключения, изменения и расторжения договоров </w:t>
      </w:r>
    </w:p>
    <w:p w:rsidR="00371F61" w:rsidRPr="00C94D0C" w:rsidRDefault="00371F61" w:rsidP="00C94D0C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94D0C">
        <w:rPr>
          <w:rFonts w:eastAsia="Calibri"/>
          <w:bCs/>
          <w:sz w:val="28"/>
          <w:szCs w:val="28"/>
        </w:rPr>
        <w:t>об образовании с использованием социального сертификата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jc w:val="both"/>
        <w:rPr>
          <w:bCs/>
          <w:sz w:val="28"/>
          <w:szCs w:val="28"/>
        </w:rPr>
      </w:pPr>
      <w:bookmarkStart w:id="26" w:name="_Ref114235157"/>
      <w:bookmarkStart w:id="27" w:name="_Ref113026726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3.1. </w:t>
      </w:r>
      <w:r w:rsidR="00371F61" w:rsidRPr="00C94D0C">
        <w:rPr>
          <w:sz w:val="28"/>
          <w:szCs w:val="28"/>
        </w:rPr>
        <w:t>Для заключения договора об образовании между получателем социального сертификата, его законным представителем и исполнителем услуг необходимо соблюдение для социального сертификата и дополнительной общеобразовательной программы следующих условий:</w:t>
      </w:r>
      <w:bookmarkEnd w:id="26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71F61" w:rsidRPr="00B7104F">
        <w:rPr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71F61" w:rsidRPr="00B7104F">
        <w:rPr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71F61" w:rsidRPr="00B7104F">
        <w:rPr>
          <w:sz w:val="28"/>
          <w:szCs w:val="28"/>
        </w:rPr>
        <w:t xml:space="preserve">доступный объем оказания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71F61" w:rsidRPr="00A71809">
        <w:rPr>
          <w:rFonts w:eastAsia="Calibri"/>
          <w:sz w:val="28"/>
          <w:szCs w:val="28"/>
        </w:rPr>
        <w:t xml:space="preserve"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 и </w:t>
      </w:r>
      <w:r w:rsidR="00371F61" w:rsidRPr="00A71809">
        <w:rPr>
          <w:sz w:val="28"/>
          <w:szCs w:val="28"/>
        </w:rPr>
        <w:t xml:space="preserve">информации, включаемой в реестр получателей социального сертификата, </w:t>
      </w:r>
      <w:r w:rsidR="00371F61" w:rsidRPr="00A71809">
        <w:rPr>
          <w:rFonts w:eastAsia="Calibri"/>
          <w:sz w:val="28"/>
          <w:szCs w:val="28"/>
        </w:rPr>
        <w:t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10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об образовании в случае выполнения всех условий, предусмотренных пунктом 20 настоящих Правил.</w:t>
      </w:r>
      <w:bookmarkStart w:id="28" w:name="_Ref21458824"/>
      <w:bookmarkEnd w:id="27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3.3. </w:t>
      </w:r>
      <w:r w:rsidR="00371F61" w:rsidRPr="005C51CD">
        <w:rPr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об образовании как дата </w:t>
      </w:r>
      <w:r w:rsidR="00371F61" w:rsidRPr="005C51CD">
        <w:rPr>
          <w:rFonts w:eastAsia="Calibri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="00371F61" w:rsidRPr="005C51CD">
        <w:rPr>
          <w:sz w:val="28"/>
          <w:szCs w:val="28"/>
        </w:rPr>
        <w:t>.</w:t>
      </w:r>
      <w:bookmarkStart w:id="29" w:name="_Ref114234579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371F61" w:rsidRPr="005C51CD">
        <w:rPr>
          <w:sz w:val="28"/>
          <w:szCs w:val="28"/>
        </w:rPr>
        <w:t xml:space="preserve">В случае, предусмотренном пунктом 13 настоящих Правил, получатель социального сертификата предъявляет исполнителю услуг </w:t>
      </w:r>
      <w:r w:rsidR="00371F61" w:rsidRPr="005C51CD">
        <w:rPr>
          <w:sz w:val="28"/>
          <w:szCs w:val="28"/>
        </w:rPr>
        <w:lastRenderedPageBreak/>
        <w:t>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уполномоченного органа запрос о возможности заключения договора об образовании посредством информационной системы, содержащий:</w:t>
      </w:r>
      <w:bookmarkEnd w:id="28"/>
      <w:bookmarkEnd w:id="29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71F61" w:rsidRPr="00B7104F">
        <w:rPr>
          <w:sz w:val="28"/>
          <w:szCs w:val="28"/>
        </w:rPr>
        <w:t xml:space="preserve">идентификатор (номер) реестровой записи о </w:t>
      </w:r>
      <w:r w:rsidR="00371F61" w:rsidRPr="00B7104F">
        <w:rPr>
          <w:rFonts w:eastAsia="Calibri"/>
          <w:sz w:val="28"/>
          <w:szCs w:val="28"/>
        </w:rPr>
        <w:t>получателе социального сертификата</w:t>
      </w:r>
      <w:r w:rsidR="00371F61" w:rsidRPr="00B7104F">
        <w:rPr>
          <w:sz w:val="28"/>
          <w:szCs w:val="28"/>
        </w:rPr>
        <w:t xml:space="preserve"> в реестре </w:t>
      </w:r>
      <w:r w:rsidR="00371F61" w:rsidRPr="00B7104F">
        <w:rPr>
          <w:rFonts w:eastAsia="Calibri"/>
          <w:sz w:val="28"/>
          <w:szCs w:val="28"/>
        </w:rPr>
        <w:t>получателей социального сертификата</w:t>
      </w:r>
      <w:r w:rsidR="00371F61" w:rsidRPr="00B7104F">
        <w:rPr>
          <w:sz w:val="28"/>
          <w:szCs w:val="28"/>
        </w:rPr>
        <w:t>;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71F61" w:rsidRPr="00B7104F">
        <w:rPr>
          <w:sz w:val="28"/>
          <w:szCs w:val="28"/>
        </w:rPr>
        <w:t>идентификатор (номер) социального сертификата;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71F61" w:rsidRPr="00B7104F">
        <w:rPr>
          <w:sz w:val="28"/>
          <w:szCs w:val="28"/>
        </w:rPr>
        <w:t>идентификатор (номер) дополнительной общеобразовательной программы;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71F61" w:rsidRPr="00B7104F">
        <w:rPr>
          <w:sz w:val="28"/>
          <w:szCs w:val="28"/>
        </w:rPr>
        <w:t xml:space="preserve">дату планируемого начала освоения </w:t>
      </w:r>
      <w:r w:rsidR="00371F61" w:rsidRPr="00B7104F">
        <w:rPr>
          <w:rFonts w:eastAsia="Calibri"/>
          <w:sz w:val="28"/>
          <w:szCs w:val="28"/>
        </w:rPr>
        <w:t>получателем социального сертификата</w:t>
      </w:r>
      <w:r w:rsidR="00371F61" w:rsidRPr="00B7104F">
        <w:rPr>
          <w:sz w:val="28"/>
          <w:szCs w:val="28"/>
        </w:rPr>
        <w:t xml:space="preserve"> дополнительной общеобразовательной программы.</w:t>
      </w:r>
      <w:bookmarkStart w:id="30" w:name="_Ref113028493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371F61" w:rsidRPr="00B7104F">
        <w:rPr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23 настоящих Правил, проверяет соответствие номера реестровой записи о </w:t>
      </w:r>
      <w:r w:rsidR="00371F61" w:rsidRPr="00B7104F">
        <w:rPr>
          <w:rFonts w:eastAsia="Calibri"/>
          <w:sz w:val="28"/>
          <w:szCs w:val="28"/>
        </w:rPr>
        <w:t>получателе социального сертификата</w:t>
      </w:r>
      <w:r w:rsidR="00371F61" w:rsidRPr="00B7104F">
        <w:rPr>
          <w:sz w:val="28"/>
          <w:szCs w:val="28"/>
        </w:rPr>
        <w:t xml:space="preserve"> в реестре </w:t>
      </w:r>
      <w:r w:rsidR="00371F61" w:rsidRPr="00B7104F">
        <w:rPr>
          <w:rFonts w:eastAsia="Calibri"/>
          <w:sz w:val="28"/>
          <w:szCs w:val="28"/>
        </w:rPr>
        <w:t>получателей социального сертификата</w:t>
      </w:r>
      <w:r w:rsidR="00371F61" w:rsidRPr="00B7104F">
        <w:rPr>
          <w:sz w:val="28"/>
          <w:szCs w:val="28"/>
        </w:rPr>
        <w:t xml:space="preserve">, номера социального сертификата и фамилии, имени, отчества (последнее </w:t>
      </w:r>
      <w:r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при наличии) получателя социального сертификата.</w:t>
      </w:r>
      <w:bookmarkStart w:id="31" w:name="_Ref17541109"/>
      <w:bookmarkStart w:id="32" w:name="_Ref21458834"/>
      <w:bookmarkEnd w:id="30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71F61" w:rsidRPr="005C51CD">
        <w:rPr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</w:t>
      </w:r>
      <w:r>
        <w:rPr>
          <w:sz w:val="28"/>
          <w:szCs w:val="28"/>
        </w:rPr>
        <w:t>-</w:t>
      </w:r>
      <w:r w:rsidR="00371F61" w:rsidRPr="005C51CD">
        <w:rPr>
          <w:sz w:val="28"/>
          <w:szCs w:val="28"/>
        </w:rPr>
        <w:t xml:space="preserve">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23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Start w:id="33" w:name="_Ref14618636"/>
      <w:bookmarkStart w:id="34" w:name="_Ref21458847"/>
      <w:bookmarkEnd w:id="31"/>
      <w:bookmarkEnd w:id="32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371F61" w:rsidRPr="005C51CD">
        <w:rPr>
          <w:sz w:val="28"/>
          <w:szCs w:val="28"/>
        </w:rPr>
        <w:t xml:space="preserve">В случае выполнения всех условий, указанных в пункте 20 настоящих Правил, уполномоченный орган формирует и направляет посредством информационной системы исполнителю услуг договор об образовании (проект договора об образовании в случае, предусмотренном пунктом 13 настоящих Правил), а также предоставляет исполнителю услуг сведения об </w:t>
      </w:r>
      <w:bookmarkStart w:id="35" w:name="_Ref8587360"/>
      <w:r w:rsidR="00371F61" w:rsidRPr="005C51CD">
        <w:rPr>
          <w:sz w:val="28"/>
          <w:szCs w:val="28"/>
        </w:rPr>
        <w:t>объеме оказания муниципальной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36" w:name="_Ref113030093"/>
      <w:bookmarkStart w:id="37" w:name="_Ref64285873"/>
      <w:bookmarkEnd w:id="33"/>
      <w:bookmarkEnd w:id="34"/>
      <w:bookmarkEnd w:id="35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371F61" w:rsidRPr="005C51CD">
        <w:rPr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муниципальной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об образовании. В указанный договор в качестве приложения включается размер оплаты, осуществляемой получателем социального сертификата либо его законным </w:t>
      </w:r>
      <w:r w:rsidR="00371F61" w:rsidRPr="005C51CD">
        <w:rPr>
          <w:sz w:val="28"/>
          <w:szCs w:val="28"/>
        </w:rPr>
        <w:lastRenderedPageBreak/>
        <w:t>представителем за счет собственных средств, а также не менее одного из следующих показателей:</w:t>
      </w:r>
      <w:bookmarkEnd w:id="36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71F61" w:rsidRPr="00B7104F">
        <w:rPr>
          <w:sz w:val="28"/>
          <w:szCs w:val="28"/>
        </w:rPr>
        <w:t xml:space="preserve">показатели, характеризующие качество оказания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71F61" w:rsidRPr="00B7104F">
        <w:rPr>
          <w:sz w:val="28"/>
          <w:szCs w:val="28"/>
        </w:rPr>
        <w:t xml:space="preserve">показатели, характеризующие объем оказания </w:t>
      </w:r>
      <w:r w:rsidR="00371F61">
        <w:rPr>
          <w:sz w:val="28"/>
          <w:szCs w:val="28"/>
        </w:rPr>
        <w:t>муниципальной</w:t>
      </w:r>
      <w:r w:rsidR="00371F61" w:rsidRPr="00B7104F">
        <w:rPr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Start w:id="38" w:name="_Ref8586178"/>
      <w:bookmarkStart w:id="39" w:name="_Ref21458760"/>
      <w:bookmarkEnd w:id="37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371F61" w:rsidRPr="00B7104F">
        <w:rPr>
          <w:sz w:val="28"/>
          <w:szCs w:val="28"/>
        </w:rPr>
        <w:t>Договор об образовании 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38"/>
      <w:bookmarkEnd w:id="39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71F61" w:rsidRPr="00B7104F">
        <w:rPr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="00371F61" w:rsidRPr="00FE3267">
        <w:rPr>
          <w:sz w:val="28"/>
          <w:szCs w:val="28"/>
        </w:rPr>
        <w:t xml:space="preserve">местного бюджета </w:t>
      </w:r>
      <w:r w:rsidR="00FE3267">
        <w:rPr>
          <w:sz w:val="28"/>
          <w:szCs w:val="28"/>
        </w:rPr>
        <w:t>города Боготола</w:t>
      </w:r>
      <w:r w:rsidR="00371F61" w:rsidRPr="00B7104F">
        <w:rPr>
          <w:sz w:val="28"/>
          <w:szCs w:val="28"/>
        </w:rPr>
        <w:t>, осуществляющего финансовое обеспечение социального сертификата;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71F61" w:rsidRPr="00B7104F">
        <w:rPr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  <w:bookmarkStart w:id="40" w:name="_Hlk25571309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371F61" w:rsidRPr="00B7104F">
        <w:rPr>
          <w:sz w:val="28"/>
          <w:szCs w:val="28"/>
        </w:rPr>
        <w:t>согласие получателя социального сертификата, его законного представителя на продление исполнителем услуг договора об образовании для обучения по выбранной дополнительной общеобразовательной программе в случае, если договор об образовании не расторгнут в соответствии с пунктом 34 настоящих Правил по состоянию на 20 день до момента окончания срока действия договора образовании</w:t>
      </w:r>
      <w:bookmarkEnd w:id="40"/>
      <w:r w:rsidR="00371F61" w:rsidRPr="00B7104F">
        <w:rPr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71F61" w:rsidRPr="00B7104F">
        <w:rPr>
          <w:sz w:val="28"/>
          <w:szCs w:val="28"/>
        </w:rPr>
        <w:t>срок, установленный исполнителем услуг для акцепта договора об образовании;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371F61" w:rsidRPr="00B7104F">
        <w:rPr>
          <w:sz w:val="28"/>
          <w:szCs w:val="28"/>
        </w:rPr>
        <w:t xml:space="preserve">в случае, предусмотренном пунктом 27 настоящих Правил, в договор об образовании включается как минимум одно из условий, предусмотренных подпунктами «а» </w:t>
      </w:r>
      <w:r>
        <w:rPr>
          <w:sz w:val="28"/>
          <w:szCs w:val="28"/>
        </w:rPr>
        <w:t>-</w:t>
      </w:r>
      <w:r w:rsidR="00371F61" w:rsidRPr="00B7104F">
        <w:rPr>
          <w:sz w:val="28"/>
          <w:szCs w:val="28"/>
        </w:rPr>
        <w:t xml:space="preserve"> «</w:t>
      </w:r>
      <w:r w:rsidR="00371F61">
        <w:rPr>
          <w:sz w:val="28"/>
          <w:szCs w:val="28"/>
        </w:rPr>
        <w:t>б</w:t>
      </w:r>
      <w:r w:rsidR="00371F61" w:rsidRPr="00B7104F">
        <w:rPr>
          <w:sz w:val="28"/>
          <w:szCs w:val="28"/>
        </w:rPr>
        <w:t>» пункта 27 настоящих Правил.</w:t>
      </w:r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="00371F61" w:rsidRPr="00FE3267">
        <w:rPr>
          <w:sz w:val="28"/>
          <w:szCs w:val="28"/>
        </w:rPr>
        <w:t xml:space="preserve">Договор об образовании считается заключенным (акцептованным) с момента подписания получателем социального сертификата, его законным представителем договора об образовании 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20 настоящих Правил, или совершения исполнителем услуг отметки о подписании договора об образовании в бумажной форме не позднее 14 календарных дней после подачи получателем социального сертификата, его законным </w:t>
      </w:r>
      <w:r w:rsidR="00371F61" w:rsidRPr="00FE3267">
        <w:rPr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="00371F61" w:rsidRPr="00FE3267">
        <w:rPr>
          <w:sz w:val="28"/>
          <w:szCs w:val="28"/>
        </w:rPr>
        <w:t xml:space="preserve"> бумажной форме. </w:t>
      </w:r>
      <w:bookmarkStart w:id="41" w:name="_Ref8572330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3.11. </w:t>
      </w:r>
      <w:r w:rsidR="00371F61" w:rsidRPr="00FE3267">
        <w:rPr>
          <w:sz w:val="28"/>
          <w:szCs w:val="28"/>
        </w:rPr>
        <w:t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об образовании,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об образовании, чем указанное минимальное число, исполнитель услуг имеет право отклонить указанные предложения.</w:t>
      </w:r>
      <w:bookmarkStart w:id="42" w:name="_Ref31625823"/>
      <w:bookmarkStart w:id="43" w:name="_Ref8586590"/>
      <w:bookmarkEnd w:id="41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</w:t>
      </w:r>
      <w:r w:rsidR="00371F61" w:rsidRPr="00FE3267">
        <w:rPr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2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3.13. </w:t>
      </w:r>
      <w:r w:rsidR="00371F61" w:rsidRPr="00FE3267">
        <w:rPr>
          <w:sz w:val="28"/>
          <w:szCs w:val="28"/>
        </w:rPr>
        <w:t>В случае, если в срок, указанный в соответствии с пунктом 31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об образовании. В случае состоявшегося акцепта договора об образовании, он расторгается в одностороннем порядке на основании уведомления исполнителя услуг, направленного в уполномоченный орган.</w:t>
      </w:r>
      <w:bookmarkStart w:id="44" w:name="_Ref25499742"/>
      <w:bookmarkEnd w:id="43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 </w:t>
      </w:r>
      <w:r w:rsidR="00371F61" w:rsidRPr="00FE3267">
        <w:rPr>
          <w:sz w:val="28"/>
          <w:szCs w:val="28"/>
        </w:rPr>
        <w:t>Договор об образовании 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45" w:name="_Ref8586895"/>
      <w:bookmarkEnd w:id="44"/>
      <w:r w:rsidR="00371F61" w:rsidRPr="00FE3267">
        <w:rPr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46" w:name="_Ref21458807"/>
    </w:p>
    <w:p w:rsidR="00C94D0C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3.15. </w:t>
      </w:r>
      <w:r w:rsidR="00371F61" w:rsidRPr="00FE3267">
        <w:rPr>
          <w:sz w:val="28"/>
          <w:szCs w:val="28"/>
        </w:rPr>
        <w:t xml:space="preserve">В случае расторжения договора об образовании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</w:t>
      </w:r>
      <w:bookmarkEnd w:id="45"/>
      <w:bookmarkEnd w:id="46"/>
      <w:r w:rsidR="00371F61" w:rsidRPr="00FE3267">
        <w:rPr>
          <w:sz w:val="28"/>
          <w:szCs w:val="28"/>
        </w:rPr>
        <w:t xml:space="preserve">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33 </w:t>
      </w:r>
      <w:r w:rsidR="00371F61" w:rsidRPr="00FE3267">
        <w:rPr>
          <w:sz w:val="28"/>
          <w:szCs w:val="28"/>
        </w:rPr>
        <w:lastRenderedPageBreak/>
        <w:t>настоящих Правил по состоянию на 20 день до момента окончания срока действия договора об образовании.</w:t>
      </w:r>
    </w:p>
    <w:p w:rsidR="00371F61" w:rsidRPr="00FE3267" w:rsidRDefault="00C94D0C" w:rsidP="00C94D0C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3.16. </w:t>
      </w:r>
      <w:r w:rsidR="00371F61" w:rsidRPr="00FE3267">
        <w:rPr>
          <w:sz w:val="28"/>
          <w:szCs w:val="28"/>
        </w:rPr>
        <w:t>Типовая форма договора об образовании, формы и порядок направления запросов и уведомлений, указанных в пунктах 23, 25-26, настоящих Правил, устанавливаются Уполномоченным органом.</w:t>
      </w:r>
    </w:p>
    <w:p w:rsidR="00D93C64" w:rsidRPr="009376D1" w:rsidRDefault="00D93C64" w:rsidP="00FA6365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</w:p>
    <w:p w:rsidR="00146198" w:rsidRDefault="00146198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3267" w:rsidRDefault="00FE3267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71046" w:rsidRDefault="00D71046" w:rsidP="00FA63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94D0C" w:rsidRDefault="00C94D0C" w:rsidP="00FA6365">
      <w:pPr>
        <w:jc w:val="right"/>
        <w:rPr>
          <w:sz w:val="28"/>
          <w:szCs w:val="28"/>
        </w:rPr>
      </w:pPr>
    </w:p>
    <w:p w:rsidR="00C94D0C" w:rsidRDefault="00C94D0C" w:rsidP="00FA6365">
      <w:pPr>
        <w:jc w:val="right"/>
        <w:rPr>
          <w:sz w:val="28"/>
          <w:szCs w:val="28"/>
        </w:rPr>
      </w:pPr>
    </w:p>
    <w:p w:rsidR="00C94D0C" w:rsidRDefault="00C94D0C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302234" w:rsidRDefault="00302234" w:rsidP="00FA6365">
      <w:pPr>
        <w:jc w:val="right"/>
        <w:rPr>
          <w:sz w:val="28"/>
          <w:szCs w:val="28"/>
        </w:rPr>
      </w:pPr>
    </w:p>
    <w:p w:rsidR="00C94D0C" w:rsidRDefault="00C94D0C" w:rsidP="00FA6365">
      <w:pPr>
        <w:jc w:val="right"/>
        <w:rPr>
          <w:sz w:val="28"/>
          <w:szCs w:val="28"/>
        </w:rPr>
      </w:pPr>
    </w:p>
    <w:p w:rsidR="0070481A" w:rsidRPr="00325DE2" w:rsidRDefault="0070481A" w:rsidP="00C94D0C">
      <w:pPr>
        <w:ind w:firstLine="496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C94D0C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70481A" w:rsidRPr="00325DE2" w:rsidRDefault="0070481A" w:rsidP="00C94D0C">
      <w:pPr>
        <w:ind w:firstLine="4962"/>
        <w:rPr>
          <w:sz w:val="28"/>
          <w:szCs w:val="28"/>
        </w:rPr>
      </w:pPr>
      <w:r w:rsidRPr="00325DE2">
        <w:rPr>
          <w:sz w:val="28"/>
          <w:szCs w:val="28"/>
        </w:rPr>
        <w:t>к постановлению администрации</w:t>
      </w:r>
    </w:p>
    <w:p w:rsidR="0070481A" w:rsidRPr="00325DE2" w:rsidRDefault="0070481A" w:rsidP="00C94D0C">
      <w:pPr>
        <w:ind w:firstLine="4962"/>
        <w:rPr>
          <w:sz w:val="28"/>
          <w:szCs w:val="28"/>
        </w:rPr>
      </w:pPr>
      <w:r w:rsidRPr="00325DE2">
        <w:rPr>
          <w:sz w:val="28"/>
          <w:szCs w:val="28"/>
        </w:rPr>
        <w:t>города Боготола</w:t>
      </w:r>
    </w:p>
    <w:p w:rsidR="0070481A" w:rsidRPr="00325DE2" w:rsidRDefault="0070481A" w:rsidP="00C94D0C">
      <w:pPr>
        <w:ind w:firstLine="4962"/>
        <w:rPr>
          <w:sz w:val="28"/>
          <w:szCs w:val="28"/>
        </w:rPr>
      </w:pPr>
      <w:r w:rsidRPr="00325DE2">
        <w:rPr>
          <w:sz w:val="28"/>
          <w:szCs w:val="28"/>
        </w:rPr>
        <w:t>от «</w:t>
      </w:r>
      <w:r w:rsidR="00C94D0C">
        <w:rPr>
          <w:sz w:val="28"/>
          <w:szCs w:val="28"/>
        </w:rPr>
        <w:t>_</w:t>
      </w:r>
      <w:r w:rsidR="005873C0" w:rsidRPr="005873C0">
        <w:rPr>
          <w:sz w:val="28"/>
          <w:szCs w:val="28"/>
          <w:u w:val="single"/>
        </w:rPr>
        <w:t>11</w:t>
      </w:r>
      <w:r w:rsidR="00C94D0C">
        <w:rPr>
          <w:sz w:val="28"/>
          <w:szCs w:val="28"/>
        </w:rPr>
        <w:t>_» _</w:t>
      </w:r>
      <w:r w:rsidR="005873C0" w:rsidRPr="005873C0">
        <w:rPr>
          <w:sz w:val="28"/>
          <w:szCs w:val="28"/>
          <w:u w:val="single"/>
        </w:rPr>
        <w:t>08</w:t>
      </w:r>
      <w:r w:rsidR="00C94D0C">
        <w:rPr>
          <w:sz w:val="28"/>
          <w:szCs w:val="28"/>
        </w:rPr>
        <w:t xml:space="preserve">_ 2023 г. № </w:t>
      </w:r>
      <w:r w:rsidR="005873C0" w:rsidRPr="005873C0">
        <w:rPr>
          <w:sz w:val="28"/>
          <w:szCs w:val="28"/>
          <w:u w:val="single"/>
        </w:rPr>
        <w:t>0942-п</w:t>
      </w:r>
    </w:p>
    <w:p w:rsidR="00C94D0C" w:rsidRDefault="00C94D0C" w:rsidP="00FA6365">
      <w:pPr>
        <w:pStyle w:val="1"/>
        <w:spacing w:before="0" w:after="0"/>
        <w:rPr>
          <w:rFonts w:ascii="Times New Roman" w:hAnsi="Times New Roman" w:cs="Times New Roman"/>
          <w:b w:val="0"/>
          <w:caps/>
          <w:color w:val="auto"/>
          <w:sz w:val="28"/>
          <w:szCs w:val="28"/>
        </w:rPr>
      </w:pPr>
    </w:p>
    <w:p w:rsidR="00C94D0C" w:rsidRDefault="00D71046" w:rsidP="00C94D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71046"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>Порядок</w:t>
      </w:r>
      <w:bookmarkStart w:id="47" w:name="_GoBack"/>
      <w:bookmarkEnd w:id="47"/>
    </w:p>
    <w:p w:rsidR="00D71046" w:rsidRPr="00D71046" w:rsidRDefault="00D71046" w:rsidP="00C94D0C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71046">
        <w:rPr>
          <w:rFonts w:ascii="Times New Roman" w:hAnsi="Times New Roman" w:cs="Times New Roman"/>
          <w:b w:val="0"/>
          <w:color w:val="auto"/>
          <w:sz w:val="28"/>
          <w:szCs w:val="28"/>
        </w:rPr>
        <w:t>формирования реестра исполнителей муниципальной услуги «</w:t>
      </w:r>
      <w:r w:rsidRPr="00D71046">
        <w:rPr>
          <w:rStyle w:val="af7"/>
          <w:rFonts w:ascii="Times New Roman" w:hAnsi="Times New Roman"/>
          <w:b w:val="0"/>
          <w:bCs w:val="0"/>
          <w:color w:val="auto"/>
          <w:sz w:val="28"/>
          <w:szCs w:val="28"/>
        </w:rPr>
        <w:t>Реализация дополнительных общеразвивающих программ</w:t>
      </w:r>
      <w:r w:rsidRPr="00D71046">
        <w:rPr>
          <w:rStyle w:val="af7"/>
          <w:rFonts w:ascii="Times New Roman" w:hAnsi="Times New Roman"/>
          <w:b w:val="0"/>
          <w:color w:val="auto"/>
          <w:sz w:val="28"/>
          <w:szCs w:val="28"/>
        </w:rPr>
        <w:t>»</w:t>
      </w:r>
      <w:r w:rsidRPr="00D710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соответствии с социальным сертификатом</w:t>
      </w:r>
    </w:p>
    <w:p w:rsidR="00C94D0C" w:rsidRDefault="00C94D0C" w:rsidP="00C94D0C">
      <w:pPr>
        <w:pStyle w:val="1"/>
        <w:spacing w:before="0" w:after="0"/>
        <w:jc w:val="left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48" w:name="sub_1004"/>
    </w:p>
    <w:p w:rsidR="00D71046" w:rsidRPr="00D71046" w:rsidRDefault="00C94D0C" w:rsidP="00C94D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1. </w:t>
      </w:r>
      <w:r w:rsidR="00D71046" w:rsidRPr="00D71046">
        <w:rPr>
          <w:rFonts w:ascii="Times New Roman" w:hAnsi="Times New Roman" w:cs="Times New Roman"/>
          <w:b w:val="0"/>
          <w:color w:val="auto"/>
          <w:sz w:val="28"/>
          <w:szCs w:val="28"/>
        </w:rPr>
        <w:t>Общие положения</w:t>
      </w:r>
    </w:p>
    <w:p w:rsidR="00C94D0C" w:rsidRDefault="00C94D0C" w:rsidP="00C94D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49" w:name="sub_1011"/>
      <w:bookmarkEnd w:id="48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71046" w:rsidRPr="00C94D0C">
        <w:rPr>
          <w:sz w:val="28"/>
          <w:szCs w:val="28"/>
        </w:rPr>
        <w:t>Настоящий Порядок определяет процедуру формирования Реестра исполнителей муниципальной услуги «</w:t>
      </w:r>
      <w:r w:rsidR="00D71046" w:rsidRPr="00C94D0C">
        <w:rPr>
          <w:rStyle w:val="af7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="00D71046" w:rsidRPr="00C94D0C">
        <w:rPr>
          <w:rStyle w:val="af7"/>
          <w:color w:val="auto"/>
          <w:sz w:val="28"/>
          <w:szCs w:val="28"/>
        </w:rPr>
        <w:t>»</w:t>
      </w:r>
      <w:r w:rsidR="00D71046" w:rsidRPr="00C94D0C">
        <w:rPr>
          <w:sz w:val="28"/>
          <w:szCs w:val="28"/>
        </w:rPr>
        <w:t xml:space="preserve"> в соответствии с социальным сертификатом (далее - Реестр исполнителей услуги, услуга, исполнитель услуги), порядок формирования включаемой в него информации, порядок включения в него исполнителей услуги, исключения из него исполнителей услуги, а также определяет оператора Реестра исполнителей услуги.</w:t>
      </w:r>
      <w:bookmarkStart w:id="50" w:name="sub_1012"/>
      <w:bookmarkEnd w:id="49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71046" w:rsidRPr="00D71046">
        <w:rPr>
          <w:sz w:val="28"/>
          <w:szCs w:val="28"/>
        </w:rPr>
        <w:t xml:space="preserve">Понятия, применяемые в настоящем Порядке, используются в значениях, указанных в </w:t>
      </w:r>
      <w:r w:rsidR="00D71046" w:rsidRPr="00D71046">
        <w:rPr>
          <w:rStyle w:val="af7"/>
          <w:color w:val="auto"/>
          <w:sz w:val="28"/>
          <w:szCs w:val="28"/>
        </w:rPr>
        <w:t>Федеральном законе</w:t>
      </w:r>
      <w:r w:rsidR="00D71046" w:rsidRPr="00D71046">
        <w:rPr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сфере».</w:t>
      </w:r>
      <w:bookmarkStart w:id="51" w:name="sub_1013"/>
      <w:bookmarkEnd w:id="50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71046" w:rsidRPr="00963CFA">
        <w:rPr>
          <w:sz w:val="28"/>
          <w:szCs w:val="28"/>
        </w:rPr>
        <w:t xml:space="preserve">Реестр исполнителей услуги формируется в соответствии с </w:t>
      </w:r>
      <w:r w:rsidR="00D71046" w:rsidRPr="00963CFA">
        <w:rPr>
          <w:rStyle w:val="af7"/>
          <w:color w:val="auto"/>
          <w:sz w:val="28"/>
          <w:szCs w:val="28"/>
        </w:rPr>
        <w:t>постановлением</w:t>
      </w:r>
      <w:r w:rsidR="00D71046" w:rsidRPr="000E46EE">
        <w:rPr>
          <w:sz w:val="28"/>
          <w:szCs w:val="28"/>
        </w:rPr>
        <w:t xml:space="preserve"> Правительства Российской Федерации от 13.02.2021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</w:t>
      </w:r>
      <w:r>
        <w:rPr>
          <w:sz w:val="28"/>
          <w:szCs w:val="28"/>
        </w:rPr>
        <w:t>(далее соответственно -</w:t>
      </w:r>
      <w:r w:rsidR="00D71046" w:rsidRPr="000E46EE">
        <w:rPr>
          <w:sz w:val="28"/>
          <w:szCs w:val="28"/>
        </w:rPr>
        <w:t xml:space="preserve"> Положение о структуре реестра исполнителей услуг, Правила исключения) с учетом особенностей, установленных настоящим Порядком.</w:t>
      </w:r>
      <w:bookmarkStart w:id="52" w:name="sub_1014"/>
      <w:bookmarkEnd w:id="51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D71046" w:rsidRPr="000E46EE">
        <w:rPr>
          <w:sz w:val="28"/>
          <w:szCs w:val="28"/>
        </w:rPr>
        <w:t>Уполномоченным органом на формирование Реест</w:t>
      </w:r>
      <w:r w:rsidR="00963CFA">
        <w:rPr>
          <w:sz w:val="28"/>
          <w:szCs w:val="28"/>
        </w:rPr>
        <w:t xml:space="preserve">ра исполнителей услуги является МКУ «Управление образования </w:t>
      </w:r>
      <w:r w:rsidR="00302234">
        <w:rPr>
          <w:sz w:val="28"/>
          <w:szCs w:val="28"/>
        </w:rPr>
        <w:t xml:space="preserve">                            </w:t>
      </w:r>
      <w:r w:rsidR="00963CFA">
        <w:rPr>
          <w:sz w:val="28"/>
          <w:szCs w:val="28"/>
        </w:rPr>
        <w:t>г</w:t>
      </w:r>
      <w:r w:rsidR="009832FF">
        <w:rPr>
          <w:sz w:val="28"/>
          <w:szCs w:val="28"/>
        </w:rPr>
        <w:t>.</w:t>
      </w:r>
      <w:r w:rsidR="00963CFA">
        <w:rPr>
          <w:sz w:val="28"/>
          <w:szCs w:val="28"/>
        </w:rPr>
        <w:t xml:space="preserve"> Боготола»</w:t>
      </w:r>
      <w:r w:rsidR="00D71046" w:rsidRPr="000E46EE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-</w:t>
      </w:r>
      <w:r w:rsidR="00D71046" w:rsidRPr="000E46EE">
        <w:rPr>
          <w:sz w:val="28"/>
          <w:szCs w:val="28"/>
        </w:rPr>
        <w:t xml:space="preserve"> Уполномоченный орган).</w:t>
      </w:r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D71046" w:rsidRPr="000E46EE">
        <w:rPr>
          <w:sz w:val="28"/>
          <w:szCs w:val="28"/>
        </w:rPr>
        <w:t xml:space="preserve">Оператором Реестра исполнителей услуги является </w:t>
      </w:r>
      <w:r w:rsidR="00D71046">
        <w:rPr>
          <w:rFonts w:eastAsia="Calibri"/>
          <w:sz w:val="28"/>
          <w:szCs w:val="28"/>
        </w:rPr>
        <w:t>муниципальный опорный</w:t>
      </w:r>
      <w:r w:rsidR="00D71046" w:rsidRPr="00B7104F">
        <w:rPr>
          <w:rFonts w:eastAsia="Calibri"/>
          <w:sz w:val="28"/>
          <w:szCs w:val="28"/>
        </w:rPr>
        <w:t xml:space="preserve"> центр до</w:t>
      </w:r>
      <w:r w:rsidR="00963CFA">
        <w:rPr>
          <w:rFonts w:eastAsia="Calibri"/>
          <w:sz w:val="28"/>
          <w:szCs w:val="28"/>
        </w:rPr>
        <w:t xml:space="preserve">полнительного образования детей города Боготола, созданный на базе МБУДО «Дом детского творчества», </w:t>
      </w:r>
      <w:r w:rsidR="00D71046" w:rsidRPr="00B7104F">
        <w:rPr>
          <w:rFonts w:eastAsia="Calibri"/>
          <w:sz w:val="28"/>
          <w:szCs w:val="28"/>
        </w:rPr>
        <w:t xml:space="preserve">которому уполномоченным органом переданы функции по ведению </w:t>
      </w:r>
      <w:r w:rsidR="00D71046" w:rsidRPr="000E46EE">
        <w:rPr>
          <w:sz w:val="28"/>
          <w:szCs w:val="28"/>
        </w:rPr>
        <w:lastRenderedPageBreak/>
        <w:t>Реестр</w:t>
      </w:r>
      <w:r w:rsidR="00D71046">
        <w:rPr>
          <w:sz w:val="28"/>
          <w:szCs w:val="28"/>
        </w:rPr>
        <w:t>а</w:t>
      </w:r>
      <w:r w:rsidR="00D71046" w:rsidRPr="000E46EE">
        <w:rPr>
          <w:sz w:val="28"/>
          <w:szCs w:val="28"/>
        </w:rPr>
        <w:t xml:space="preserve"> исполнителей услуги</w:t>
      </w:r>
      <w:r w:rsidR="00D71046" w:rsidRPr="00B7104F">
        <w:rPr>
          <w:rFonts w:eastAsia="Calibri"/>
          <w:sz w:val="28"/>
          <w:szCs w:val="28"/>
        </w:rPr>
        <w:t xml:space="preserve"> в соответствии </w:t>
      </w:r>
      <w:r w:rsidR="00D71046" w:rsidRPr="001D0A1A">
        <w:rPr>
          <w:rFonts w:eastAsia="Calibri"/>
          <w:sz w:val="28"/>
          <w:szCs w:val="28"/>
        </w:rPr>
        <w:t>с приказом</w:t>
      </w:r>
      <w:r w:rsidR="00D71046" w:rsidRPr="00B7104F">
        <w:rPr>
          <w:rFonts w:eastAsia="Calibri"/>
          <w:sz w:val="28"/>
          <w:szCs w:val="28"/>
        </w:rPr>
        <w:t xml:space="preserve"> </w:t>
      </w:r>
      <w:r w:rsidR="005F7601">
        <w:rPr>
          <w:rFonts w:eastAsia="Calibri"/>
          <w:sz w:val="28"/>
          <w:szCs w:val="28"/>
        </w:rPr>
        <w:t>от 29.06.2023 № 10</w:t>
      </w:r>
      <w:r w:rsidR="001D0A1A">
        <w:rPr>
          <w:rFonts w:eastAsia="Calibri"/>
          <w:sz w:val="28"/>
          <w:szCs w:val="28"/>
        </w:rPr>
        <w:t>6</w:t>
      </w:r>
      <w:r w:rsidR="00D71046" w:rsidRPr="000E46EE">
        <w:rPr>
          <w:sz w:val="28"/>
          <w:szCs w:val="28"/>
        </w:rPr>
        <w:t>.</w:t>
      </w:r>
      <w:bookmarkStart w:id="53" w:name="sub_1015"/>
      <w:bookmarkEnd w:id="52"/>
    </w:p>
    <w:p w:rsidR="00D71046" w:rsidRPr="00C52293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D71046" w:rsidRPr="000E46EE">
        <w:rPr>
          <w:sz w:val="28"/>
          <w:szCs w:val="28"/>
        </w:rPr>
        <w:t xml:space="preserve">Формирование Реестра исполнителей услуги в </w:t>
      </w:r>
      <w:r w:rsidR="00D71046">
        <w:rPr>
          <w:sz w:val="28"/>
          <w:szCs w:val="28"/>
        </w:rPr>
        <w:t>муниципальном образовании</w:t>
      </w:r>
      <w:r w:rsidR="00D71046" w:rsidRPr="000E46EE">
        <w:rPr>
          <w:sz w:val="28"/>
          <w:szCs w:val="28"/>
        </w:rPr>
        <w:t xml:space="preserve"> осуществляется с использованием </w:t>
      </w:r>
      <w:r w:rsidR="004C611F" w:rsidRPr="00C52293">
        <w:rPr>
          <w:sz w:val="28"/>
          <w:szCs w:val="28"/>
        </w:rPr>
        <w:t xml:space="preserve">государственной информационной системы «Навигатор дополнительного образования Красноярского края» </w:t>
      </w:r>
      <w:r w:rsidR="00D71046" w:rsidRPr="00C52293">
        <w:rPr>
          <w:sz w:val="28"/>
          <w:szCs w:val="28"/>
        </w:rPr>
        <w:t>(далее - информационная система).</w:t>
      </w:r>
    </w:p>
    <w:p w:rsidR="00C94D0C" w:rsidRDefault="00C94D0C" w:rsidP="00C94D0C">
      <w:pPr>
        <w:pStyle w:val="1"/>
        <w:spacing w:before="0" w:after="0"/>
        <w:jc w:val="left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54" w:name="sub_1016"/>
      <w:bookmarkEnd w:id="53"/>
    </w:p>
    <w:p w:rsidR="00D71046" w:rsidRPr="00037D01" w:rsidRDefault="00C94D0C" w:rsidP="00C94D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2. </w:t>
      </w:r>
      <w:r w:rsidR="00D71046" w:rsidRPr="00037D01">
        <w:rPr>
          <w:rFonts w:ascii="Times New Roman" w:hAnsi="Times New Roman" w:cs="Times New Roman"/>
          <w:b w:val="0"/>
          <w:color w:val="auto"/>
          <w:sz w:val="28"/>
          <w:szCs w:val="28"/>
        </w:rPr>
        <w:t>Включение исполнителей услуги в Реестр исполнителей услуги</w:t>
      </w:r>
    </w:p>
    <w:p w:rsidR="00C94D0C" w:rsidRDefault="00C94D0C" w:rsidP="00C94D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55" w:name="sub_1021"/>
      <w:bookmarkEnd w:id="54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2.1. </w:t>
      </w:r>
      <w:r w:rsidR="00D71046" w:rsidRPr="00C94D0C">
        <w:rPr>
          <w:sz w:val="28"/>
          <w:szCs w:val="28"/>
        </w:rPr>
        <w:t>Включение исполнителей услуги в Реестр исполнителей услуги осуществляется на заявительной основе на основании информации, предоставляемой юридическими лицами, независимо от их организационно-правовой формы, и индивидуальными предпринимателями, в целях обеспечения осуществления о</w:t>
      </w:r>
      <w:r w:rsidR="00D71046" w:rsidRPr="00C94D0C">
        <w:rPr>
          <w:color w:val="000000"/>
          <w:sz w:val="28"/>
          <w:szCs w:val="28"/>
          <w:shd w:val="clear" w:color="auto" w:fill="FFFFFF"/>
        </w:rPr>
        <w:t xml:space="preserve">тбора обозначенным в социальном сертификате потребителем услуг либо его законным представителем исполнителя (исполнителей) услуги из реестра исполнителей услуги по социальному сертификату (далее </w:t>
      </w:r>
      <w:r>
        <w:rPr>
          <w:color w:val="000000"/>
          <w:sz w:val="28"/>
          <w:szCs w:val="28"/>
          <w:shd w:val="clear" w:color="auto" w:fill="FFFFFF"/>
        </w:rPr>
        <w:t>-</w:t>
      </w:r>
      <w:r w:rsidR="00D71046" w:rsidRPr="00C94D0C">
        <w:rPr>
          <w:color w:val="000000"/>
          <w:sz w:val="28"/>
          <w:szCs w:val="28"/>
          <w:shd w:val="clear" w:color="auto" w:fill="FFFFFF"/>
        </w:rPr>
        <w:t xml:space="preserve"> отбор).</w:t>
      </w:r>
      <w:bookmarkStart w:id="56" w:name="sub_1022"/>
      <w:bookmarkEnd w:id="55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2.2. </w:t>
      </w:r>
      <w:r w:rsidR="00D71046" w:rsidRPr="000E46EE">
        <w:rPr>
          <w:sz w:val="28"/>
          <w:szCs w:val="28"/>
        </w:rPr>
        <w:t xml:space="preserve">В Реестр исполнителей услуги в целях обеспечения осуществления отбора включаются исполнители услуги, имеющие лицензию, дающую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и направившие заявку на включение в Реестр исполнителей услуги (далее </w:t>
      </w:r>
      <w:r>
        <w:rPr>
          <w:sz w:val="28"/>
          <w:szCs w:val="28"/>
        </w:rPr>
        <w:t>-</w:t>
      </w:r>
      <w:r w:rsidR="00D71046" w:rsidRPr="000E46EE">
        <w:rPr>
          <w:sz w:val="28"/>
          <w:szCs w:val="28"/>
        </w:rPr>
        <w:t xml:space="preserve"> заявка).</w:t>
      </w:r>
      <w:bookmarkStart w:id="57" w:name="_Ref114234500"/>
      <w:bookmarkStart w:id="58" w:name="sub_1028"/>
      <w:bookmarkEnd w:id="56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D71046" w:rsidRPr="000E46EE">
        <w:rPr>
          <w:sz w:val="28"/>
          <w:szCs w:val="28"/>
        </w:rPr>
        <w:t>Заявка направляется Исполнителем услуги Оператору Реестра исполнителей услуги путем заполнения экранных форм в информационной системе с указанием следующих сведений:</w:t>
      </w:r>
      <w:bookmarkEnd w:id="57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71046" w:rsidRPr="000E46EE">
        <w:rPr>
          <w:sz w:val="28"/>
          <w:szCs w:val="28"/>
        </w:rPr>
        <w:t>полное наименование юридического лица в соответствии со сведениями ЕГРЮЛ (для юридических лиц), фамилия, имя, отчество (при наличии) индивидуального предпринимателя, осуществляющего образовательную деятельность, в соответствии со сведениями ЕГРИП (для индивидуальных предпринимателей);</w:t>
      </w:r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71046" w:rsidRPr="000E46EE">
        <w:rPr>
          <w:sz w:val="28"/>
          <w:szCs w:val="28"/>
        </w:rPr>
        <w:t>основной государственный регистрационный номер юридического лица в соответствии со сведениями ЕГРЮЛ (для юридических лиц), основной государственный регистрационный номер индивидуального предпринимателя в соответствии со сведениями ЕГРИП (для индивидуальных предпринимателей);</w:t>
      </w:r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71046" w:rsidRPr="000E46EE">
        <w:rPr>
          <w:sz w:val="28"/>
          <w:szCs w:val="28"/>
        </w:rPr>
        <w:t>идентификационный номер налогоплательщика;</w:t>
      </w:r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71046" w:rsidRPr="000E46EE">
        <w:rPr>
          <w:sz w:val="28"/>
          <w:szCs w:val="28"/>
        </w:rPr>
        <w:t>наименование и код организационно-правовой формы юридического лица по Общероссийскому классификатору организационно-правовых форм в соответствии со сведениями ЕГРЮЛ (для юридических лиц);</w:t>
      </w:r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71046" w:rsidRPr="000E46EE">
        <w:rPr>
          <w:sz w:val="28"/>
          <w:szCs w:val="28"/>
        </w:rPr>
        <w:t>адрес (место нахождения) юридического лица в соответствии со сведениями ЕГРЮЛ (для юридических лиц), адрес места жительства индивидуального предпринимателя в соответствии со сведениями ЕГРИП;</w:t>
      </w:r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</w:t>
      </w:r>
      <w:r w:rsidR="00D71046" w:rsidRPr="000E46EE">
        <w:rPr>
          <w:sz w:val="28"/>
          <w:szCs w:val="28"/>
        </w:rPr>
        <w:t>контактный номер телефона руководителя исполнителя (индивидуального предпринимателя);</w:t>
      </w:r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D71046" w:rsidRPr="000E46EE">
        <w:rPr>
          <w:sz w:val="28"/>
          <w:szCs w:val="28"/>
        </w:rPr>
        <w:t xml:space="preserve">адрес электронной почты (при наличии); </w:t>
      </w:r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D71046" w:rsidRPr="000E46EE">
        <w:rPr>
          <w:sz w:val="28"/>
          <w:szCs w:val="28"/>
        </w:rPr>
        <w:t>номер и дата выдачи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общеразвивающих программ (за исключением индивидуальных предпринимателей, осуществляющих образовательную деятельность непосредственно);</w:t>
      </w:r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D71046" w:rsidRPr="000E46EE">
        <w:rPr>
          <w:sz w:val="28"/>
          <w:szCs w:val="28"/>
        </w:rPr>
        <w:t>контактные данные руководителя исполнителя (индивидуального предпринимателя);</w:t>
      </w:r>
      <w:bookmarkStart w:id="59" w:name="sub_1031"/>
      <w:bookmarkEnd w:id="58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D71046" w:rsidRPr="000E46EE">
        <w:rPr>
          <w:sz w:val="28"/>
          <w:szCs w:val="28"/>
        </w:rPr>
        <w:t>К заявке Участник отбора вправе приложить копию лицензии, дающей право в соответствии с законодательством Российской Федерации на осуществление образовательной деятельности по реализации дополнительных общеобразовательных программ, заверенную печатью (при наличии) и подписью руководителя (уполномоченного представителя) исполнителя.</w:t>
      </w:r>
      <w:bookmarkStart w:id="60" w:name="_Ref114234412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D71046" w:rsidRPr="000E46EE">
        <w:rPr>
          <w:sz w:val="28"/>
          <w:szCs w:val="28"/>
        </w:rPr>
        <w:t>Уполномоченный орган дополнительно запрашивает в рамках межведомственного информационного взаимодействия:</w:t>
      </w:r>
      <w:bookmarkStart w:id="61" w:name="_Ref114234386"/>
      <w:bookmarkEnd w:id="60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71046" w:rsidRPr="000E46EE">
        <w:rPr>
          <w:sz w:val="28"/>
          <w:szCs w:val="28"/>
        </w:rPr>
        <w:t>выписку из Единого государственного реестра юридических лиц (Единого государственного реестра индивидуальных предпринимателей);</w:t>
      </w:r>
      <w:bookmarkStart w:id="62" w:name="_Ref114234395"/>
      <w:bookmarkEnd w:id="61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71046" w:rsidRPr="000E46EE">
        <w:rPr>
          <w:sz w:val="28"/>
          <w:szCs w:val="28"/>
        </w:rPr>
        <w:t>сведения о лицензии на осуществление образовательной деятельности.</w:t>
      </w:r>
      <w:bookmarkEnd w:id="62"/>
    </w:p>
    <w:p w:rsidR="00C94D0C" w:rsidRDefault="00D71046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Исполнитель услуги вправе по собственной инициативе представить указанные в подпунктах 1 и 2 настоящего пункта документы.</w:t>
      </w:r>
      <w:bookmarkStart w:id="63" w:name="sub_1264"/>
      <w:bookmarkEnd w:id="59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D71046" w:rsidRPr="000E46EE">
        <w:rPr>
          <w:sz w:val="28"/>
          <w:szCs w:val="28"/>
        </w:rPr>
        <w:t>Ответственность за своевременность, полноту и достоверность представляемых документов и сведений, кроме полученных Уполномоченным органом в порядке, установленном абзацем первым пункта 2.5 настоящего Порядка, возлагается на исполнителя услуги.</w:t>
      </w:r>
      <w:bookmarkStart w:id="64" w:name="sub_1265"/>
      <w:bookmarkEnd w:id="63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D71046" w:rsidRPr="000E46EE">
        <w:rPr>
          <w:sz w:val="28"/>
          <w:szCs w:val="28"/>
        </w:rPr>
        <w:t xml:space="preserve">Уполномоченный </w:t>
      </w:r>
      <w:bookmarkStart w:id="65" w:name="_Hlk109772206"/>
      <w:bookmarkEnd w:id="64"/>
      <w:r w:rsidR="00D71046" w:rsidRPr="000E46EE">
        <w:rPr>
          <w:sz w:val="28"/>
          <w:szCs w:val="28"/>
        </w:rPr>
        <w:t>орган в течение пяти рабочих дней с даты получения заявки, указанной в пункте 2.3 настоящего Порядка:</w:t>
      </w:r>
    </w:p>
    <w:p w:rsidR="00C94D0C" w:rsidRDefault="00D71046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D01">
        <w:rPr>
          <w:sz w:val="28"/>
          <w:szCs w:val="28"/>
        </w:rPr>
        <w:t xml:space="preserve">рассматривает заявки и документы (информацию), указанные в </w:t>
      </w:r>
      <w:r w:rsidRPr="00037D01">
        <w:rPr>
          <w:rStyle w:val="af7"/>
          <w:color w:val="auto"/>
          <w:sz w:val="28"/>
          <w:szCs w:val="28"/>
        </w:rPr>
        <w:t>пункте 2.5</w:t>
      </w:r>
      <w:r w:rsidRPr="00037D01">
        <w:rPr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037D01">
        <w:rPr>
          <w:rStyle w:val="af7"/>
          <w:color w:val="auto"/>
          <w:sz w:val="28"/>
          <w:szCs w:val="28"/>
        </w:rPr>
        <w:t>пунктом 2.9</w:t>
      </w:r>
      <w:r w:rsidRPr="00037D01">
        <w:rPr>
          <w:sz w:val="28"/>
          <w:szCs w:val="28"/>
        </w:rPr>
        <w:t xml:space="preserve"> настоящего</w:t>
      </w:r>
      <w:r w:rsidRPr="000E46EE">
        <w:rPr>
          <w:sz w:val="28"/>
          <w:szCs w:val="28"/>
        </w:rPr>
        <w:t xml:space="preserve">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распоряжением Уполномоченного органа (далее - распоряжение);</w:t>
      </w:r>
    </w:p>
    <w:p w:rsidR="00C94D0C" w:rsidRDefault="00D71046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посредством изменения статуса запроса в информационной системе уведомляет пред</w:t>
      </w:r>
      <w:r w:rsidR="008C11C3">
        <w:rPr>
          <w:sz w:val="28"/>
          <w:szCs w:val="28"/>
        </w:rPr>
        <w:t>о</w:t>
      </w:r>
      <w:r w:rsidRPr="000E46EE">
        <w:rPr>
          <w:sz w:val="28"/>
          <w:szCs w:val="28"/>
        </w:rPr>
        <w:t xml:space="preserve">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</w:t>
      </w:r>
      <w:r w:rsidRPr="000E46EE">
        <w:rPr>
          <w:sz w:val="28"/>
          <w:szCs w:val="28"/>
        </w:rPr>
        <w:lastRenderedPageBreak/>
        <w:t>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Start w:id="66" w:name="sub_1272"/>
      <w:bookmarkEnd w:id="65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D71046" w:rsidRPr="000E46EE">
        <w:rPr>
          <w:sz w:val="28"/>
          <w:szCs w:val="28"/>
        </w:rPr>
        <w:t>Оператор Реестра исполнителей в день принятия Уполномоченным органом решения о формировании соответствующей информации, включаемой в Реестр исполнителей услуги, включает исполнителя услуги в Реестр исполнителей услуги в информационной системе.</w:t>
      </w:r>
      <w:bookmarkStart w:id="67" w:name="_Ref114234561"/>
      <w:bookmarkStart w:id="68" w:name="sub_1273"/>
      <w:bookmarkEnd w:id="66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D71046" w:rsidRPr="000E46EE">
        <w:rPr>
          <w:sz w:val="28"/>
          <w:szCs w:val="28"/>
        </w:rPr>
        <w:t>Основаниями для принятия Уполномоченным органом решения об отказе во включении информации об исполнителе услуги в Реестр исполнителей услуги являются:</w:t>
      </w:r>
      <w:bookmarkStart w:id="69" w:name="sub_1274"/>
      <w:bookmarkEnd w:id="67"/>
      <w:bookmarkEnd w:id="68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71046" w:rsidRPr="000E46EE">
        <w:rPr>
          <w:sz w:val="28"/>
          <w:szCs w:val="28"/>
        </w:rPr>
        <w:t>наличие в Реестре исполнителей услуги информации об исполнителе услуги в соответствии с ранее поданной заявкой;</w:t>
      </w:r>
      <w:bookmarkStart w:id="70" w:name="sub_1278"/>
      <w:bookmarkEnd w:id="69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71046" w:rsidRPr="000E46EE">
        <w:rPr>
          <w:sz w:val="28"/>
          <w:szCs w:val="28"/>
        </w:rPr>
        <w:t>установление факта недостоверности представленной исполнителем услуги информации.</w:t>
      </w:r>
      <w:bookmarkStart w:id="71" w:name="sub_1279"/>
      <w:bookmarkEnd w:id="70"/>
    </w:p>
    <w:p w:rsidR="00C94D0C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D71046" w:rsidRPr="000E46EE">
        <w:rPr>
          <w:sz w:val="28"/>
          <w:szCs w:val="28"/>
        </w:rPr>
        <w:t xml:space="preserve"> Отказ во включении информации об исполнителе услуги в Реестр исполнителей услуги по основаниям, указанным </w:t>
      </w:r>
      <w:r w:rsidR="00D71046" w:rsidRPr="00037D01">
        <w:rPr>
          <w:sz w:val="28"/>
          <w:szCs w:val="28"/>
        </w:rPr>
        <w:t xml:space="preserve">в </w:t>
      </w:r>
      <w:r w:rsidR="00D71046" w:rsidRPr="00037D01">
        <w:rPr>
          <w:rStyle w:val="af7"/>
          <w:color w:val="auto"/>
          <w:sz w:val="28"/>
          <w:szCs w:val="28"/>
        </w:rPr>
        <w:t xml:space="preserve">пункте 2.9 </w:t>
      </w:r>
      <w:r w:rsidR="00D71046" w:rsidRPr="00037D01">
        <w:rPr>
          <w:sz w:val="28"/>
          <w:szCs w:val="28"/>
        </w:rPr>
        <w:t>настоящего Порядка, не препятствует повторному обращению исполнителя услуги в Уполномоченный орган после устранения обстоятельств, послуживших основанием для отказа.</w:t>
      </w:r>
      <w:bookmarkStart w:id="72" w:name="sub_1210"/>
      <w:bookmarkEnd w:id="71"/>
    </w:p>
    <w:p w:rsidR="00D71046" w:rsidRPr="000E46EE" w:rsidRDefault="00C94D0C" w:rsidP="00C94D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D71046" w:rsidRPr="000E46EE">
        <w:rPr>
          <w:sz w:val="28"/>
          <w:szCs w:val="28"/>
        </w:rPr>
        <w:t xml:space="preserve">В случае изменения информации, указанной в </w:t>
      </w:r>
      <w:r w:rsidR="00D71046" w:rsidRPr="00037D01">
        <w:rPr>
          <w:rStyle w:val="af7"/>
          <w:color w:val="auto"/>
          <w:sz w:val="28"/>
          <w:szCs w:val="28"/>
        </w:rPr>
        <w:t>пункте 4</w:t>
      </w:r>
      <w:r w:rsidR="00D71046" w:rsidRPr="00037D01">
        <w:rPr>
          <w:sz w:val="28"/>
          <w:szCs w:val="28"/>
        </w:rPr>
        <w:t xml:space="preserve"> и </w:t>
      </w:r>
      <w:r w:rsidR="00D71046" w:rsidRPr="00037D01">
        <w:rPr>
          <w:rStyle w:val="af7"/>
          <w:color w:val="auto"/>
          <w:sz w:val="28"/>
          <w:szCs w:val="28"/>
        </w:rPr>
        <w:t>подпункте «л» пункта 5</w:t>
      </w:r>
      <w:r w:rsidR="00D71046" w:rsidRPr="00037D01">
        <w:rPr>
          <w:sz w:val="28"/>
          <w:szCs w:val="28"/>
        </w:rPr>
        <w:t xml:space="preserve"> Положения о структуре реестра исполнителей услуг, Уполномоченный орган формирует изменения для</w:t>
      </w:r>
      <w:r w:rsidR="00D71046" w:rsidRPr="000E46EE">
        <w:rPr>
          <w:sz w:val="28"/>
          <w:szCs w:val="28"/>
        </w:rPr>
        <w:t xml:space="preserve"> внесения в Реестр исполнителей услуги в течение трех рабочих дней с даты получения заявки об изменении соответствующих сведений от исполнителя услуги в соответствии с требованиями Положения о структуре реестра исполнителей услуг, установленными для первоначального формирования таких сведений.</w:t>
      </w:r>
    </w:p>
    <w:p w:rsidR="00C94D0C" w:rsidRDefault="00C94D0C" w:rsidP="00C94D0C">
      <w:pPr>
        <w:pStyle w:val="1"/>
        <w:spacing w:before="0" w:after="0"/>
        <w:jc w:val="left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73" w:name="sub_1280"/>
      <w:bookmarkEnd w:id="72"/>
    </w:p>
    <w:p w:rsidR="00C94D0C" w:rsidRDefault="00C94D0C" w:rsidP="00C94D0C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3. </w:t>
      </w:r>
      <w:r w:rsidR="00D71046" w:rsidRPr="00511C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Правила формирования </w:t>
      </w:r>
      <w:r w:rsidR="00D71046" w:rsidRPr="00511C42">
        <w:rPr>
          <w:rFonts w:ascii="Times New Roman" w:hAnsi="Times New Roman" w:cs="Times New Roman"/>
          <w:b w:val="0"/>
          <w:sz w:val="28"/>
          <w:szCs w:val="28"/>
        </w:rPr>
        <w:t xml:space="preserve">сведений об услуге </w:t>
      </w:r>
    </w:p>
    <w:p w:rsidR="00D71046" w:rsidRDefault="00D71046" w:rsidP="00C94D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11C42">
        <w:rPr>
          <w:rFonts w:ascii="Times New Roman" w:hAnsi="Times New Roman" w:cs="Times New Roman"/>
          <w:b w:val="0"/>
          <w:sz w:val="28"/>
          <w:szCs w:val="28"/>
        </w:rPr>
        <w:t>и условиях ее оказания</w:t>
      </w:r>
      <w:r w:rsidRPr="00511C4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информационной системе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jc w:val="both"/>
      </w:pP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t xml:space="preserve">3.1. </w:t>
      </w:r>
      <w:r w:rsidR="00D71046" w:rsidRPr="00C94D0C">
        <w:rPr>
          <w:sz w:val="28"/>
          <w:szCs w:val="28"/>
        </w:rPr>
        <w:t xml:space="preserve">Оператор </w:t>
      </w:r>
      <w:bookmarkStart w:id="74" w:name="_Hlk110013562"/>
      <w:r w:rsidR="00D71046" w:rsidRPr="00C94D0C">
        <w:rPr>
          <w:sz w:val="28"/>
          <w:szCs w:val="28"/>
        </w:rPr>
        <w:t xml:space="preserve">Реестра исполнителей услуги </w:t>
      </w:r>
      <w:bookmarkEnd w:id="74"/>
      <w:r w:rsidR="00D71046" w:rsidRPr="00C94D0C">
        <w:rPr>
          <w:sz w:val="28"/>
          <w:szCs w:val="28"/>
        </w:rPr>
        <w:t>обеспечивает формирование информации, подлежащей включению в раздел II</w:t>
      </w:r>
      <w:r w:rsidR="00D71046" w:rsidRPr="00C94D0C">
        <w:rPr>
          <w:sz w:val="28"/>
          <w:szCs w:val="28"/>
          <w:lang w:val="en-US"/>
        </w:rPr>
        <w:t>I</w:t>
      </w:r>
      <w:r w:rsidR="00D71046" w:rsidRPr="00C94D0C">
        <w:rPr>
          <w:sz w:val="28"/>
          <w:szCs w:val="28"/>
        </w:rPr>
        <w:t xml:space="preserve"> «Сведения о государственной (муниципальной) услуге в социальной сфере и условиях ее оказания» Реестра исполнителей услуги (далее - раздел III), включающей в себя в соответствии с подпунктом «л» пункта 5 Положения о структуре реестра исполнителей услуг в том числе следующие сведения о дополнительных общеразвивающих программах, реализуемых исполнителем услуги в рамках предоставления услуги в соответствии с социальным сертификатом: </w:t>
      </w:r>
      <w:bookmarkStart w:id="75" w:name="_Ref114236125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71046" w:rsidRPr="000E46EE">
        <w:rPr>
          <w:sz w:val="28"/>
          <w:szCs w:val="28"/>
        </w:rPr>
        <w:t xml:space="preserve">идентификатор (номер) дополнительной общеразвивающей </w:t>
      </w:r>
      <w:r w:rsidR="00D71046" w:rsidRPr="000E46EE">
        <w:rPr>
          <w:sz w:val="28"/>
          <w:szCs w:val="28"/>
        </w:rPr>
        <w:lastRenderedPageBreak/>
        <w:t>программы, определяемый Оператором Реестра исполнителей услуги в виде порядкового номера записи об образовательной программе в информационной системе;</w:t>
      </w:r>
      <w:bookmarkStart w:id="76" w:name="_Ref114236131"/>
      <w:bookmarkEnd w:id="75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71046" w:rsidRPr="000E46EE">
        <w:rPr>
          <w:sz w:val="28"/>
          <w:szCs w:val="28"/>
        </w:rPr>
        <w:t>возможность зачисления получателя социального сертификата для прохождения обучения по дополнительной общеразвивающей программе, устанавливаемая Оператором Реестра исполнителей услуги в связи с получением уведомления исполнителя услуги о завершении (об открытии) набора на указанную дополнительную общеразвивающую программу, направляемого в соответствии с настоящим Порядком;</w:t>
      </w:r>
      <w:bookmarkStart w:id="77" w:name="_Ref114236078"/>
      <w:bookmarkEnd w:id="76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71046" w:rsidRPr="000E46EE">
        <w:rPr>
          <w:sz w:val="28"/>
          <w:szCs w:val="28"/>
        </w:rPr>
        <w:t>наименование дополнительной общеразвивающей программы;</w:t>
      </w:r>
      <w:bookmarkEnd w:id="77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71046" w:rsidRPr="000E46EE">
        <w:rPr>
          <w:sz w:val="28"/>
          <w:szCs w:val="28"/>
        </w:rPr>
        <w:t>направленность дополнительной общеразвивающей программы;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71046" w:rsidRPr="000E46EE">
        <w:rPr>
          <w:sz w:val="28"/>
          <w:szCs w:val="28"/>
        </w:rPr>
        <w:t xml:space="preserve">место реализации дополнительной общеразвивающей программы на территории </w:t>
      </w:r>
      <w:r w:rsidR="0024381E">
        <w:rPr>
          <w:sz w:val="28"/>
          <w:szCs w:val="28"/>
        </w:rPr>
        <w:t>города Боготола</w:t>
      </w:r>
      <w:r w:rsidR="00D71046" w:rsidRPr="000E46EE">
        <w:rPr>
          <w:sz w:val="28"/>
          <w:szCs w:val="28"/>
        </w:rPr>
        <w:t xml:space="preserve"> (за исключением программ, реализуемых в дистанционной форме);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D71046" w:rsidRPr="000E46EE">
        <w:rPr>
          <w:sz w:val="28"/>
          <w:szCs w:val="28"/>
        </w:rPr>
        <w:t>цели, задачи и ожидаемые результаты реализации дополнительной общеразвивающей программы;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D71046" w:rsidRPr="000E46EE">
        <w:rPr>
          <w:sz w:val="28"/>
          <w:szCs w:val="28"/>
        </w:rPr>
        <w:t>форма обучения по дополнительной общеразвивающей программе и используемые образовательные технологии;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D71046" w:rsidRPr="000E46EE">
        <w:rPr>
          <w:sz w:val="28"/>
          <w:szCs w:val="28"/>
        </w:rPr>
        <w:t>описание дополнительной общеразвивающей программы;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D71046" w:rsidRPr="000E46EE">
        <w:rPr>
          <w:sz w:val="28"/>
          <w:szCs w:val="28"/>
        </w:rPr>
        <w:t>возрастная категория обучающихся;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D71046" w:rsidRPr="000E46EE">
        <w:rPr>
          <w:sz w:val="28"/>
          <w:szCs w:val="28"/>
        </w:rPr>
        <w:t>категория(-и) состояния здоровья обучающихся (включая указание на наличие ограниченных возможностей здоровья);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D71046" w:rsidRPr="000E46EE">
        <w:rPr>
          <w:sz w:val="28"/>
          <w:szCs w:val="28"/>
        </w:rPr>
        <w:t>дата начала и дата окончания обучения по дополнительной общеразвивающей программе, а также период её реализации в месяцах;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D71046" w:rsidRPr="000E46EE">
        <w:rPr>
          <w:sz w:val="28"/>
          <w:szCs w:val="28"/>
        </w:rPr>
        <w:t>продолжительность реализации дополнительной общеразвивающей программы в часах;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="00D71046" w:rsidRPr="000E46EE">
        <w:rPr>
          <w:sz w:val="28"/>
          <w:szCs w:val="28"/>
        </w:rPr>
        <w:t xml:space="preserve">ожидаемая минимальная и максимальная численность обучающихся в одной группе; 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D71046" w:rsidRPr="000E46EE">
        <w:rPr>
          <w:sz w:val="28"/>
          <w:szCs w:val="28"/>
        </w:rPr>
        <w:t xml:space="preserve">минимальный и предельный объемы оказания услуги по реализации дополнительной общеразвивающей программы в соответствии с социальным сертификатом за текущий календарный год в человеко-часах </w:t>
      </w:r>
      <w:bookmarkStart w:id="78" w:name="_Ref114236091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D71046" w:rsidRPr="000E46EE">
        <w:rPr>
          <w:sz w:val="28"/>
          <w:szCs w:val="28"/>
        </w:rPr>
        <w:t>сведения о квалификации педагогических работников, реализующих дополнительную общеразвивающую программу;</w:t>
      </w:r>
      <w:bookmarkStart w:id="79" w:name="_Ref114236145"/>
      <w:bookmarkEnd w:id="78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D71046" w:rsidRPr="000E46EE">
        <w:rPr>
          <w:sz w:val="28"/>
          <w:szCs w:val="28"/>
        </w:rPr>
        <w:t>нормативные затраты (нормативная стоимость);</w:t>
      </w:r>
      <w:bookmarkEnd w:id="79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 w:rsidR="00D71046" w:rsidRPr="000E46EE">
        <w:rPr>
          <w:sz w:val="28"/>
          <w:szCs w:val="28"/>
        </w:rPr>
        <w:t>количество договоров об образовании по дополнительной общеразвивающей программе;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 w:rsidR="00D71046" w:rsidRPr="000E46EE">
        <w:rPr>
          <w:sz w:val="28"/>
          <w:szCs w:val="28"/>
        </w:rPr>
        <w:t xml:space="preserve">численность обучающихся, завершивших обучение по дополнительной общеразвивающей программе; 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19) </w:t>
      </w:r>
      <w:r w:rsidR="00D71046" w:rsidRPr="000E46EE">
        <w:rPr>
          <w:sz w:val="28"/>
          <w:szCs w:val="28"/>
        </w:rPr>
        <w:t>сведения о результатах прохождения дополнительной общеразвивающей программой сертификации в форме независимой оценки качества дополнительных общеразвивающих программ;</w:t>
      </w:r>
      <w:bookmarkStart w:id="80" w:name="_Ref114236154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20) </w:t>
      </w:r>
      <w:r w:rsidR="00D71046" w:rsidRPr="000E46EE">
        <w:rPr>
          <w:sz w:val="28"/>
          <w:szCs w:val="28"/>
        </w:rPr>
        <w:t xml:space="preserve">дата включения дополнительной общеразвивающей программы в раздел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>.</w:t>
      </w:r>
      <w:bookmarkEnd w:id="80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D71046" w:rsidRPr="000E46EE">
        <w:rPr>
          <w:sz w:val="28"/>
          <w:szCs w:val="28"/>
        </w:rPr>
        <w:t xml:space="preserve">Сведения, указанные в подпунктах 3 - 15 пункта 3.1 настоящего Порядка, вносятся в информационную систему Оператором Реестра </w:t>
      </w:r>
      <w:r w:rsidR="00D71046" w:rsidRPr="000E46EE">
        <w:rPr>
          <w:sz w:val="28"/>
          <w:szCs w:val="28"/>
        </w:rPr>
        <w:lastRenderedPageBreak/>
        <w:t xml:space="preserve">исполнителей услуги на основании информации, представленной исполнителем услуги в заявлении, предусмотренном пунктом 3.3 настоящего Порядка. </w:t>
      </w:r>
    </w:p>
    <w:p w:rsidR="00C94D0C" w:rsidRDefault="00D71046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Сведения, указанные в подпунктах 1-2, 16 - 20 пункта 3.1 настоящего Порядка заполняются автоматически, в том числе посредством осуществления информационной системой автоматизированного учета договоров об образовании, заключенных за соответствующий период между исполнителем услуги и потребителями в соответствии с социальным сертификатом.</w:t>
      </w:r>
      <w:bookmarkStart w:id="81" w:name="_Ref114236117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71046" w:rsidRPr="000E46EE">
        <w:rPr>
          <w:sz w:val="28"/>
          <w:szCs w:val="28"/>
        </w:rPr>
        <w:t xml:space="preserve">Основанием для включения сведений о дополнительной общеразвивающей программе в раздел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 xml:space="preserve"> является заявление Исполнителя услуги, направленное в адрес уполномоченного органа путем заполнения экранных форм в информационной системе, содержащее сведения, предусмотренные подпунктами 3-15 пункта 3.1 настоящего Порядка.</w:t>
      </w:r>
      <w:bookmarkEnd w:id="81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D71046" w:rsidRPr="000E46EE">
        <w:rPr>
          <w:sz w:val="28"/>
          <w:szCs w:val="28"/>
        </w:rPr>
        <w:t>К заявлению прикладывается соответствующая дополнительная общеразвивающая программа в форме прикрепления документа(-</w:t>
      </w:r>
      <w:proofErr w:type="spellStart"/>
      <w:r w:rsidR="00D71046" w:rsidRPr="000E46EE">
        <w:rPr>
          <w:sz w:val="28"/>
          <w:szCs w:val="28"/>
        </w:rPr>
        <w:t>ов</w:t>
      </w:r>
      <w:proofErr w:type="spellEnd"/>
      <w:r w:rsidR="00D71046" w:rsidRPr="000E46EE">
        <w:rPr>
          <w:sz w:val="28"/>
          <w:szCs w:val="28"/>
        </w:rPr>
        <w:t xml:space="preserve">) в электронном виде. </w:t>
      </w:r>
    </w:p>
    <w:p w:rsidR="00C94D0C" w:rsidRDefault="00D71046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Для каждой дополнительной общеразвивающей программы подается отдельное заявление.</w:t>
      </w:r>
      <w:bookmarkStart w:id="82" w:name="_Ref114236332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71046" w:rsidRPr="000E46EE">
        <w:rPr>
          <w:sz w:val="28"/>
          <w:szCs w:val="28"/>
        </w:rPr>
        <w:t xml:space="preserve">Уполномоченный орган в течение 10-ти дней со дня получения заявления исполнителя услуги, предусмотренного пунктом 3.3 настоящего Порядка, в целях подтверждения соответствия дополнительной общеразвивающей программы </w:t>
      </w:r>
      <w:r w:rsidR="00D71046">
        <w:rPr>
          <w:sz w:val="28"/>
          <w:szCs w:val="28"/>
        </w:rPr>
        <w:t>Требованиями к условиям и порядку</w:t>
      </w:r>
      <w:r w:rsidR="00D71046" w:rsidRPr="000E46EE">
        <w:rPr>
          <w:sz w:val="28"/>
          <w:szCs w:val="28"/>
        </w:rPr>
        <w:t xml:space="preserve"> оказания услуги, утвержденн</w:t>
      </w:r>
      <w:r w:rsidR="00D71046">
        <w:rPr>
          <w:sz w:val="28"/>
          <w:szCs w:val="28"/>
        </w:rPr>
        <w:t>ым</w:t>
      </w:r>
      <w:r w:rsidR="00D71046" w:rsidRPr="000E46EE">
        <w:rPr>
          <w:sz w:val="28"/>
          <w:szCs w:val="28"/>
        </w:rPr>
        <w:t xml:space="preserve"> приказом Уполномоченного органа, обеспечивает проведение процедуры сертификации в форме независимой оценки качества в соответствии с Регламентом проведения независимой оценки качества дополнительных общеобразовательных программ, утвержденным приказом Ми</w:t>
      </w:r>
      <w:r w:rsidR="00C77DFA">
        <w:rPr>
          <w:sz w:val="28"/>
          <w:szCs w:val="28"/>
        </w:rPr>
        <w:t xml:space="preserve">нистерства образования Красноярского края </w:t>
      </w:r>
      <w:r w:rsidR="00C77DFA" w:rsidRPr="00C77DFA">
        <w:rPr>
          <w:sz w:val="28"/>
          <w:szCs w:val="28"/>
        </w:rPr>
        <w:t>от 25.08.2020 № 321-11-05</w:t>
      </w:r>
      <w:r w:rsidR="00C77DFA" w:rsidRPr="000E46EE">
        <w:rPr>
          <w:sz w:val="28"/>
          <w:szCs w:val="28"/>
        </w:rPr>
        <w:t xml:space="preserve"> </w:t>
      </w:r>
      <w:r w:rsidR="00D71046" w:rsidRPr="000E46EE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-</w:t>
      </w:r>
      <w:r w:rsidR="00D71046" w:rsidRPr="000E46EE">
        <w:rPr>
          <w:sz w:val="28"/>
          <w:szCs w:val="28"/>
        </w:rPr>
        <w:t xml:space="preserve"> Регламент НОК), и включает сведения о дополнительной общеразвивающей программе в раздел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 xml:space="preserve"> при одновременном выполнении следующих условий:</w:t>
      </w:r>
      <w:bookmarkEnd w:id="82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71046" w:rsidRPr="000E46EE">
        <w:rPr>
          <w:sz w:val="28"/>
          <w:szCs w:val="28"/>
        </w:rPr>
        <w:t>представленная дополнительная общеразвивающая программа содержит все необходимые компоненты, предусмотренные законодательством Российской Федерации;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71046" w:rsidRPr="000E46EE">
        <w:rPr>
          <w:sz w:val="28"/>
          <w:szCs w:val="28"/>
        </w:rPr>
        <w:t>достоверность сведений, указанных в заявлении, предусмотренном пунктом 3.4 настоящего Порядка, подтверждается содержанием приложенной к заявлению дополнительной общеразвивающей программы;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71046" w:rsidRPr="000E46EE">
        <w:rPr>
          <w:sz w:val="28"/>
          <w:szCs w:val="28"/>
        </w:rPr>
        <w:t>по результатам сертификации в форме независимой оценки качества получен итоговый средний балл по результатам оценок всех экспертов не ниже установленного Регламентом НОК.</w:t>
      </w:r>
      <w:bookmarkStart w:id="83" w:name="_Ref114236434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D71046" w:rsidRPr="000E46EE">
        <w:rPr>
          <w:sz w:val="28"/>
          <w:szCs w:val="28"/>
        </w:rPr>
        <w:t xml:space="preserve">Оператор Реестра исполнителей услуги направляет исполнителю услуг уведомление о включении сведений о дополнительной общеразвивающей программе в раздел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 xml:space="preserve"> посредством информационной системы не позднее 2-х рабочих дней с даты включения указанных </w:t>
      </w:r>
      <w:r w:rsidR="00D71046" w:rsidRPr="000E46EE">
        <w:rPr>
          <w:sz w:val="28"/>
          <w:szCs w:val="28"/>
        </w:rPr>
        <w:lastRenderedPageBreak/>
        <w:t xml:space="preserve">сведений в раздел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>.</w:t>
      </w:r>
      <w:bookmarkStart w:id="84" w:name="_Ref114236442"/>
      <w:bookmarkEnd w:id="83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71046" w:rsidRPr="000E46EE">
        <w:rPr>
          <w:sz w:val="28"/>
          <w:szCs w:val="28"/>
        </w:rPr>
        <w:t xml:space="preserve">В случае установления факта невыполнения одного или более условий, установленных пунктом 3.5 настоящего Порядка, уполномоченный орган отказывает во включении сведений о дополнительной общеразвивающей программе в раздел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 xml:space="preserve">, при этом Оператор Реестра исполнителей услуги направляет исполнителю услуги уведомление об отказе во внесении сведений о дополнительной  общеразвивающей программе в раздел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 xml:space="preserve"> посредством информационной системы в течение установленного абзацем первым пункта 3.5 настоящего Порядка срока.</w:t>
      </w:r>
      <w:bookmarkEnd w:id="84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D71046" w:rsidRPr="000E46EE">
        <w:rPr>
          <w:sz w:val="28"/>
          <w:szCs w:val="28"/>
        </w:rPr>
        <w:t>Исполнитель услуги имеет право подавать заявление, предусмотренное пунктом 3.3 настоящего Порядка, неограниченное число раз.</w:t>
      </w:r>
      <w:r w:rsidR="00D71046" w:rsidRPr="000E46EE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 wp14:anchorId="49E67767" wp14:editId="297F7460">
            <wp:simplePos x="0" y="0"/>
            <wp:positionH relativeFrom="page">
              <wp:posOffset>347345</wp:posOffset>
            </wp:positionH>
            <wp:positionV relativeFrom="page">
              <wp:posOffset>1222375</wp:posOffset>
            </wp:positionV>
            <wp:extent cx="8890" cy="12065"/>
            <wp:effectExtent l="0" t="0" r="0" b="0"/>
            <wp:wrapSquare wrapText="bothSides"/>
            <wp:docPr id="3" name="Picture 39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57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85" w:name="_Ref114236450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D71046" w:rsidRPr="000E46EE">
        <w:rPr>
          <w:sz w:val="28"/>
          <w:szCs w:val="28"/>
        </w:rPr>
        <w:t xml:space="preserve">Исполнитель услуги имеет право изменить сведения о дополнительной общеразвивающей программе, включенной в раздел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>, направив Оператору Реестра исполнителей услуги путем заполнения экранных форм в информационной системе заявление об изменении сведений о дополнительной общеразвивающей программе, содержащее новые, измененные сведения, предусмотренные пунктом 3.1 настоящего Порядка.</w:t>
      </w:r>
      <w:bookmarkStart w:id="86" w:name="_Ref114236412"/>
      <w:bookmarkEnd w:id="85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="00D71046" w:rsidRPr="000E46EE">
        <w:rPr>
          <w:sz w:val="28"/>
          <w:szCs w:val="28"/>
        </w:rPr>
        <w:t>Оператор Реестра исполнителей услуги в течение 10-ти рабочих дней с момента получения заявления исполнителя услуги об изменении сведений о дополнительной программе проверяет выполнение условий, установленных пунктом 3.5 настоящего Порядка.</w:t>
      </w:r>
      <w:bookmarkEnd w:id="86"/>
      <w:r w:rsidR="00D71046" w:rsidRPr="000E46EE">
        <w:rPr>
          <w:sz w:val="28"/>
          <w:szCs w:val="28"/>
        </w:rPr>
        <w:t xml:space="preserve"> </w:t>
      </w:r>
    </w:p>
    <w:p w:rsidR="00C94D0C" w:rsidRDefault="00D71046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 xml:space="preserve">В случае выполнения исполнителем указанных условий Оператор Реестра исполнителей услуги вносит необходимые изменения в раздел </w:t>
      </w:r>
      <w:r w:rsidRPr="000E46EE">
        <w:rPr>
          <w:sz w:val="28"/>
          <w:szCs w:val="28"/>
          <w:lang w:val="en-US"/>
        </w:rPr>
        <w:t>III</w:t>
      </w:r>
      <w:r w:rsidRPr="000E46EE">
        <w:rPr>
          <w:sz w:val="28"/>
          <w:szCs w:val="28"/>
        </w:rPr>
        <w:t xml:space="preserve">. </w:t>
      </w:r>
      <w:bookmarkStart w:id="87" w:name="_Ref114236458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r w:rsidR="00D71046" w:rsidRPr="000E46EE">
        <w:rPr>
          <w:sz w:val="28"/>
          <w:szCs w:val="28"/>
        </w:rPr>
        <w:t xml:space="preserve">В случае невыполнения хотя бы одного из условий, установленных пунктом 3.5 настоящего Порядка, Оператор Реестра исполнителей услуги в срок, указанный в пункте 3.10 настоящего порядка, направляет исполнителю уведомление об отказе в изменении сведений о дополнительной общеразвивающей программе в разделе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 xml:space="preserve"> с указанием причины такого отказа.</w:t>
      </w:r>
      <w:bookmarkEnd w:id="87"/>
      <w:r w:rsidR="00D71046" w:rsidRPr="000E46EE">
        <w:rPr>
          <w:sz w:val="28"/>
          <w:szCs w:val="28"/>
        </w:rPr>
        <w:t xml:space="preserve"> 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</w:t>
      </w:r>
      <w:r w:rsidR="00D71046" w:rsidRPr="000E46EE">
        <w:rPr>
          <w:sz w:val="28"/>
          <w:szCs w:val="28"/>
        </w:rPr>
        <w:t>Формы заявлений и уведомлений, указанных в пунктах 3.3, 3.6-3.7, 3.9 и 3.11 настоящего Порядка, устанавливаются уполномоченным органом.</w:t>
      </w:r>
    </w:p>
    <w:p w:rsidR="00D71046" w:rsidRPr="000E46EE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3.13. </w:t>
      </w:r>
      <w:r w:rsidR="00D71046" w:rsidRPr="000E46EE">
        <w:rPr>
          <w:sz w:val="28"/>
          <w:szCs w:val="28"/>
        </w:rPr>
        <w:t xml:space="preserve">В случае исключения исполнителя услуги из Реестра исполнителей услуги сведения, указанные в пункте 3.1, сохраняются в разделе </w:t>
      </w:r>
      <w:r w:rsidR="00D71046" w:rsidRPr="000E46EE">
        <w:rPr>
          <w:sz w:val="28"/>
          <w:szCs w:val="28"/>
          <w:lang w:val="en-US"/>
        </w:rPr>
        <w:t>III</w:t>
      </w:r>
      <w:r w:rsidR="00D71046" w:rsidRPr="000E46EE">
        <w:rPr>
          <w:sz w:val="28"/>
          <w:szCs w:val="28"/>
        </w:rPr>
        <w:t xml:space="preserve"> в целях обеспечения осуществления автоматизированного учета в информационной системе.</w:t>
      </w:r>
    </w:p>
    <w:p w:rsidR="00C94D0C" w:rsidRPr="00C94D0C" w:rsidRDefault="00C94D0C" w:rsidP="00C94D0C">
      <w:pPr>
        <w:pStyle w:val="1"/>
        <w:spacing w:before="0" w:after="0"/>
        <w:jc w:val="left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71046" w:rsidRPr="00C94D0C" w:rsidRDefault="00C94D0C" w:rsidP="00C94D0C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94D0C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  <w:t xml:space="preserve">4. </w:t>
      </w:r>
      <w:r w:rsidR="00D71046" w:rsidRPr="00C94D0C">
        <w:rPr>
          <w:rFonts w:ascii="Times New Roman" w:hAnsi="Times New Roman" w:cs="Times New Roman"/>
          <w:b w:val="0"/>
          <w:color w:val="auto"/>
          <w:sz w:val="28"/>
          <w:szCs w:val="28"/>
        </w:rPr>
        <w:t>Исключение исполнителей услуги из Реестра исполнителей услуги</w:t>
      </w:r>
    </w:p>
    <w:p w:rsidR="00C94D0C" w:rsidRP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88" w:name="sub_1281"/>
      <w:bookmarkStart w:id="89" w:name="_Ref114236519"/>
      <w:bookmarkEnd w:id="73"/>
    </w:p>
    <w:p w:rsidR="00C94D0C" w:rsidRP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D0C">
        <w:rPr>
          <w:sz w:val="28"/>
          <w:szCs w:val="28"/>
        </w:rPr>
        <w:t xml:space="preserve">4.1. </w:t>
      </w:r>
      <w:r w:rsidR="00D71046" w:rsidRPr="00C94D0C">
        <w:rPr>
          <w:sz w:val="28"/>
          <w:szCs w:val="28"/>
        </w:rPr>
        <w:t>Исключение исполнителя услуги из Реестра исполнителей услуги осуществляется в следующих случаях:</w:t>
      </w:r>
      <w:bookmarkStart w:id="90" w:name="_Ref114236501"/>
      <w:bookmarkStart w:id="91" w:name="sub_1282"/>
      <w:bookmarkEnd w:id="88"/>
      <w:bookmarkEnd w:id="89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D0C">
        <w:rPr>
          <w:sz w:val="28"/>
          <w:szCs w:val="28"/>
        </w:rPr>
        <w:t xml:space="preserve">1) </w:t>
      </w:r>
      <w:r w:rsidR="00D71046" w:rsidRPr="00C94D0C">
        <w:rPr>
          <w:sz w:val="28"/>
          <w:szCs w:val="28"/>
        </w:rPr>
        <w:t xml:space="preserve">при несогласии исполнителя услуги с измененными в </w:t>
      </w:r>
      <w:r w:rsidR="00D71046" w:rsidRPr="00C94D0C">
        <w:rPr>
          <w:sz w:val="28"/>
          <w:szCs w:val="28"/>
        </w:rPr>
        <w:lastRenderedPageBreak/>
        <w:t xml:space="preserve">соответствии с </w:t>
      </w:r>
      <w:r w:rsidR="00D71046" w:rsidRPr="00C94D0C">
        <w:rPr>
          <w:rStyle w:val="af7"/>
          <w:color w:val="auto"/>
          <w:sz w:val="28"/>
          <w:szCs w:val="28"/>
        </w:rPr>
        <w:t>частью 2 статьи 23</w:t>
      </w:r>
      <w:r w:rsidR="00D71046" w:rsidRPr="00C94D0C">
        <w:rPr>
          <w:sz w:val="28"/>
          <w:szCs w:val="28"/>
        </w:rPr>
        <w:t xml:space="preserve"> Федерального закона «О государственном (муниципальном) социальном заказе</w:t>
      </w:r>
      <w:r w:rsidR="00D71046" w:rsidRPr="000E46EE">
        <w:rPr>
          <w:sz w:val="28"/>
          <w:szCs w:val="28"/>
        </w:rPr>
        <w:t xml:space="preserve"> на оказание государственных (муниципальных) услуг в социальной сфере» условиями оказания услуги на основании заявления исполнителя услуги в Уполномоченный орган;</w:t>
      </w:r>
      <w:bookmarkStart w:id="92" w:name="_Ref114236565"/>
      <w:bookmarkStart w:id="93" w:name="sub_1283"/>
      <w:bookmarkEnd w:id="90"/>
      <w:bookmarkEnd w:id="91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71046" w:rsidRPr="000E46EE">
        <w:rPr>
          <w:sz w:val="28"/>
          <w:szCs w:val="28"/>
        </w:rPr>
        <w:t>включение исполнителя услуги в реестр недобросовестных исполнителей государственных (муниципальных) услуг в социальной сфере;</w:t>
      </w:r>
      <w:bookmarkStart w:id="94" w:name="_Ref114236575"/>
      <w:bookmarkEnd w:id="92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71046" w:rsidRPr="000E46EE">
        <w:rPr>
          <w:sz w:val="28"/>
          <w:szCs w:val="28"/>
        </w:rPr>
        <w:t>прекращение деятельности исполнителя (ликвидация, реорганизация, прекращение физическим лицом деятельности в качестве индивидуального предпринимателя);</w:t>
      </w:r>
      <w:bookmarkStart w:id="95" w:name="_Ref114236584"/>
      <w:bookmarkEnd w:id="94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71046" w:rsidRPr="000E46EE">
        <w:rPr>
          <w:sz w:val="28"/>
          <w:szCs w:val="28"/>
        </w:rPr>
        <w:t>утрата исполнителем права на осуществление образовательной деятельности по реализации дополнительных общеразвивающих программ;</w:t>
      </w:r>
      <w:bookmarkStart w:id="96" w:name="sub_1284"/>
      <w:bookmarkEnd w:id="93"/>
      <w:bookmarkEnd w:id="95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71046" w:rsidRPr="000E46EE">
        <w:rPr>
          <w:sz w:val="28"/>
          <w:szCs w:val="28"/>
        </w:rPr>
        <w:t>направление исполнителем в адрес Уполномоченного органа посредством заполнения экранных форм в информационной системе заявления об исключении из Реестра исполнителей услуги.</w:t>
      </w:r>
      <w:bookmarkStart w:id="97" w:name="sub_1285"/>
      <w:bookmarkEnd w:id="96"/>
    </w:p>
    <w:p w:rsidR="00C94D0C" w:rsidRDefault="00D71046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46EE">
        <w:rPr>
          <w:sz w:val="28"/>
          <w:szCs w:val="28"/>
        </w:rPr>
        <w:t>В случае, предусмотренном подпунктом 1 пункта 4.1 настоящего Порядка, исключение исполнителя услуг из реестра исполнителей услуг осуществляется в соответствии с Правилами исключения.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D71046" w:rsidRPr="000E46EE">
        <w:rPr>
          <w:sz w:val="28"/>
          <w:szCs w:val="28"/>
        </w:rPr>
        <w:t>В случае, предусмотренном подпунктом 2 пункта 4.1 настоящего Порядка, Уполномоченный орган в течение трех рабочих дней, следующих за днем включения исполнителя услуг в реестр недобросовестных исполнителей государственных (муниципальных) услуг в социальной сфере вносит соответствующие изменения в реестровую запись и переносит ее в архив, где она подлежит хранению в течение пяти лет.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D71046" w:rsidRPr="00C52293">
        <w:rPr>
          <w:sz w:val="28"/>
          <w:szCs w:val="28"/>
        </w:rPr>
        <w:t>В случае выявления фактов, предусмотренных подпунктами 3 и 4 пункта 4.1 настоящего Порядка,</w:t>
      </w:r>
      <w:r w:rsidR="004C611F" w:rsidRPr="00C52293">
        <w:rPr>
          <w:sz w:val="28"/>
          <w:szCs w:val="28"/>
        </w:rPr>
        <w:t xml:space="preserve"> уполномоченный орган</w:t>
      </w:r>
      <w:r w:rsidR="00D71046" w:rsidRPr="00C52293">
        <w:rPr>
          <w:sz w:val="28"/>
          <w:szCs w:val="28"/>
        </w:rPr>
        <w:t xml:space="preserve"> в течение 3 рабочих дней, следующих за днем их выявления, вносит соответствующие изменения в реестровую запись и переносит ее в архив, где она подлежит хранению в течение пяти лет.</w:t>
      </w:r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D71046" w:rsidRPr="000E46EE">
        <w:rPr>
          <w:sz w:val="28"/>
          <w:szCs w:val="28"/>
        </w:rPr>
        <w:t>Уполномоченный орган в течение двух рабочих дней с даты получения заявления об исключении исполнителя услуги из Реестра исполнителей услуги вносит соответствующие изменения в реестровую запись и переносит ее в архив, где она подлежит хранению в течение пяти лет.</w:t>
      </w:r>
      <w:bookmarkStart w:id="98" w:name="_Ref114236607"/>
    </w:p>
    <w:p w:rsidR="00C94D0C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D71046" w:rsidRPr="000E46EE">
        <w:rPr>
          <w:sz w:val="28"/>
          <w:szCs w:val="28"/>
        </w:rPr>
        <w:t>Уполномоченный орган в день внесения изменений в Реестр исполнителей услуги формирует и направляет исполнителю услуги уведомление об исключении его из Реестра исполнителей услуги в электронном виде с использованием информационной системы с указанием основания для такого исключения.</w:t>
      </w:r>
      <w:bookmarkEnd w:id="98"/>
    </w:p>
    <w:p w:rsidR="00D71046" w:rsidRPr="000E46EE" w:rsidRDefault="00C94D0C" w:rsidP="00C94D0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D71046" w:rsidRPr="000E46EE">
        <w:rPr>
          <w:sz w:val="28"/>
          <w:szCs w:val="28"/>
        </w:rPr>
        <w:t>Исполнитель услуги считается исключенным из Реестра исполнителей услуги с даты направления исполнителю услуги уведомления, предусмотренного пунктом 4.6 настоящего Порядка.</w:t>
      </w:r>
      <w:bookmarkEnd w:id="97"/>
    </w:p>
    <w:sectPr w:rsidR="00D71046" w:rsidRPr="000E46EE" w:rsidSect="00310395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014" w:rsidRDefault="00CF7014">
      <w:r>
        <w:separator/>
      </w:r>
    </w:p>
  </w:endnote>
  <w:endnote w:type="continuationSeparator" w:id="0">
    <w:p w:rsidR="00CF7014" w:rsidRDefault="00CF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014" w:rsidRDefault="00CF7014">
      <w:r>
        <w:separator/>
      </w:r>
    </w:p>
  </w:footnote>
  <w:footnote w:type="continuationSeparator" w:id="0">
    <w:p w:rsidR="00CF7014" w:rsidRDefault="00CF7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Default="00845DA1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DFD" w:rsidRPr="005073D1" w:rsidRDefault="00B67DFD" w:rsidP="005073D1">
    <w:pPr>
      <w:pStyle w:val="a5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02F88"/>
    <w:multiLevelType w:val="multilevel"/>
    <w:tmpl w:val="7CB6F7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B4350B"/>
    <w:multiLevelType w:val="multilevel"/>
    <w:tmpl w:val="77346A7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2379C"/>
    <w:multiLevelType w:val="multilevel"/>
    <w:tmpl w:val="124436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3DB34EE9"/>
    <w:multiLevelType w:val="hybridMultilevel"/>
    <w:tmpl w:val="961ADAE8"/>
    <w:lvl w:ilvl="0" w:tplc="81704EF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51457B"/>
    <w:multiLevelType w:val="multilevel"/>
    <w:tmpl w:val="6B7CE71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4F3E34A1"/>
    <w:multiLevelType w:val="hybridMultilevel"/>
    <w:tmpl w:val="394C7424"/>
    <w:lvl w:ilvl="0" w:tplc="DE283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2F53879"/>
    <w:multiLevelType w:val="multilevel"/>
    <w:tmpl w:val="76EEE632"/>
    <w:lvl w:ilvl="0">
      <w:start w:val="3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eastAsia="Calibri" w:hint="default"/>
      </w:rPr>
    </w:lvl>
  </w:abstractNum>
  <w:abstractNum w:abstractNumId="2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30055D2"/>
    <w:multiLevelType w:val="multilevel"/>
    <w:tmpl w:val="431E21E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8"/>
  </w:num>
  <w:num w:numId="6">
    <w:abstractNumId w:val="17"/>
  </w:num>
  <w:num w:numId="7">
    <w:abstractNumId w:val="22"/>
  </w:num>
  <w:num w:numId="8">
    <w:abstractNumId w:val="24"/>
  </w:num>
  <w:num w:numId="9">
    <w:abstractNumId w:val="3"/>
  </w:num>
  <w:num w:numId="10">
    <w:abstractNumId w:val="14"/>
  </w:num>
  <w:num w:numId="11">
    <w:abstractNumId w:val="9"/>
  </w:num>
  <w:num w:numId="12">
    <w:abstractNumId w:val="8"/>
  </w:num>
  <w:num w:numId="13">
    <w:abstractNumId w:val="13"/>
  </w:num>
  <w:num w:numId="14">
    <w:abstractNumId w:val="16"/>
  </w:num>
  <w:num w:numId="15">
    <w:abstractNumId w:val="11"/>
  </w:num>
  <w:num w:numId="16">
    <w:abstractNumId w:val="20"/>
  </w:num>
  <w:num w:numId="17">
    <w:abstractNumId w:val="21"/>
  </w:num>
  <w:num w:numId="18">
    <w:abstractNumId w:val="19"/>
  </w:num>
  <w:num w:numId="19">
    <w:abstractNumId w:val="15"/>
  </w:num>
  <w:num w:numId="20">
    <w:abstractNumId w:val="23"/>
  </w:num>
  <w:num w:numId="21">
    <w:abstractNumId w:val="1"/>
  </w:num>
  <w:num w:numId="22">
    <w:abstractNumId w:val="27"/>
  </w:num>
  <w:num w:numId="23">
    <w:abstractNumId w:val="12"/>
  </w:num>
  <w:num w:numId="24">
    <w:abstractNumId w:val="10"/>
  </w:num>
  <w:num w:numId="25">
    <w:abstractNumId w:val="26"/>
  </w:num>
  <w:num w:numId="26">
    <w:abstractNumId w:val="2"/>
  </w:num>
  <w:num w:numId="27">
    <w:abstractNumId w:val="2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434"/>
    <w:rsid w:val="00000885"/>
    <w:rsid w:val="00000CBE"/>
    <w:rsid w:val="0000100D"/>
    <w:rsid w:val="0000177E"/>
    <w:rsid w:val="00001AF9"/>
    <w:rsid w:val="00002904"/>
    <w:rsid w:val="00003AB6"/>
    <w:rsid w:val="000061E8"/>
    <w:rsid w:val="0000719F"/>
    <w:rsid w:val="00010812"/>
    <w:rsid w:val="00010F93"/>
    <w:rsid w:val="0001312A"/>
    <w:rsid w:val="00013686"/>
    <w:rsid w:val="00017C03"/>
    <w:rsid w:val="00017ED4"/>
    <w:rsid w:val="00021445"/>
    <w:rsid w:val="000250BF"/>
    <w:rsid w:val="00026F1D"/>
    <w:rsid w:val="00031E5C"/>
    <w:rsid w:val="000367EA"/>
    <w:rsid w:val="00037D01"/>
    <w:rsid w:val="00042EA6"/>
    <w:rsid w:val="00044329"/>
    <w:rsid w:val="00056E0D"/>
    <w:rsid w:val="000610FF"/>
    <w:rsid w:val="000644E1"/>
    <w:rsid w:val="00067981"/>
    <w:rsid w:val="00072CAC"/>
    <w:rsid w:val="00074A95"/>
    <w:rsid w:val="00081D54"/>
    <w:rsid w:val="0008767E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C6287"/>
    <w:rsid w:val="000D17A1"/>
    <w:rsid w:val="000D2E73"/>
    <w:rsid w:val="000D304C"/>
    <w:rsid w:val="000D556D"/>
    <w:rsid w:val="000D7E98"/>
    <w:rsid w:val="000F20F2"/>
    <w:rsid w:val="000F57C9"/>
    <w:rsid w:val="0010069C"/>
    <w:rsid w:val="00101908"/>
    <w:rsid w:val="00105520"/>
    <w:rsid w:val="00106034"/>
    <w:rsid w:val="001060DB"/>
    <w:rsid w:val="00106F7C"/>
    <w:rsid w:val="001076BE"/>
    <w:rsid w:val="00112637"/>
    <w:rsid w:val="0011325C"/>
    <w:rsid w:val="00113595"/>
    <w:rsid w:val="001161C5"/>
    <w:rsid w:val="00124896"/>
    <w:rsid w:val="00125567"/>
    <w:rsid w:val="0013166C"/>
    <w:rsid w:val="001330A0"/>
    <w:rsid w:val="00135F72"/>
    <w:rsid w:val="00136B79"/>
    <w:rsid w:val="00137C3D"/>
    <w:rsid w:val="0014162A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430E"/>
    <w:rsid w:val="00167442"/>
    <w:rsid w:val="0016777A"/>
    <w:rsid w:val="0017264C"/>
    <w:rsid w:val="0017579C"/>
    <w:rsid w:val="00177886"/>
    <w:rsid w:val="0018028B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0A1A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381E"/>
    <w:rsid w:val="0024522E"/>
    <w:rsid w:val="002458EB"/>
    <w:rsid w:val="00246541"/>
    <w:rsid w:val="00251318"/>
    <w:rsid w:val="00251BD3"/>
    <w:rsid w:val="00253D06"/>
    <w:rsid w:val="00254576"/>
    <w:rsid w:val="0025591A"/>
    <w:rsid w:val="00255ACF"/>
    <w:rsid w:val="0025697A"/>
    <w:rsid w:val="00257265"/>
    <w:rsid w:val="00260D0B"/>
    <w:rsid w:val="00262220"/>
    <w:rsid w:val="00262BB2"/>
    <w:rsid w:val="00266278"/>
    <w:rsid w:val="002755CA"/>
    <w:rsid w:val="00280DA9"/>
    <w:rsid w:val="00291AD5"/>
    <w:rsid w:val="00291E9F"/>
    <w:rsid w:val="00296A11"/>
    <w:rsid w:val="00296BD2"/>
    <w:rsid w:val="002974CB"/>
    <w:rsid w:val="002A006C"/>
    <w:rsid w:val="002A19A7"/>
    <w:rsid w:val="002A19B0"/>
    <w:rsid w:val="002A3BC9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4930"/>
    <w:rsid w:val="002F794A"/>
    <w:rsid w:val="002F7BF8"/>
    <w:rsid w:val="00302234"/>
    <w:rsid w:val="00305BC4"/>
    <w:rsid w:val="003079B0"/>
    <w:rsid w:val="00307E21"/>
    <w:rsid w:val="00310395"/>
    <w:rsid w:val="003117BF"/>
    <w:rsid w:val="003144B4"/>
    <w:rsid w:val="0031509C"/>
    <w:rsid w:val="003165B1"/>
    <w:rsid w:val="00324C79"/>
    <w:rsid w:val="00330FA2"/>
    <w:rsid w:val="00332577"/>
    <w:rsid w:val="00332EB2"/>
    <w:rsid w:val="00342EDE"/>
    <w:rsid w:val="00342F38"/>
    <w:rsid w:val="00350CD6"/>
    <w:rsid w:val="003512DA"/>
    <w:rsid w:val="003515F3"/>
    <w:rsid w:val="0035167A"/>
    <w:rsid w:val="00354440"/>
    <w:rsid w:val="00354F37"/>
    <w:rsid w:val="003566B7"/>
    <w:rsid w:val="00356AC6"/>
    <w:rsid w:val="00365946"/>
    <w:rsid w:val="003670D2"/>
    <w:rsid w:val="00371F61"/>
    <w:rsid w:val="0037329A"/>
    <w:rsid w:val="00380645"/>
    <w:rsid w:val="00380E17"/>
    <w:rsid w:val="00383D9C"/>
    <w:rsid w:val="00391D5A"/>
    <w:rsid w:val="003958C0"/>
    <w:rsid w:val="003963E4"/>
    <w:rsid w:val="003975B1"/>
    <w:rsid w:val="003A1E1C"/>
    <w:rsid w:val="003A1ED3"/>
    <w:rsid w:val="003A392D"/>
    <w:rsid w:val="003A4E30"/>
    <w:rsid w:val="003C015D"/>
    <w:rsid w:val="003C24A8"/>
    <w:rsid w:val="003C2AB4"/>
    <w:rsid w:val="003C53F9"/>
    <w:rsid w:val="003D1047"/>
    <w:rsid w:val="003D1AAF"/>
    <w:rsid w:val="003E0282"/>
    <w:rsid w:val="003E438C"/>
    <w:rsid w:val="003E5954"/>
    <w:rsid w:val="003E5F48"/>
    <w:rsid w:val="003E6C27"/>
    <w:rsid w:val="003F3F7E"/>
    <w:rsid w:val="00400D44"/>
    <w:rsid w:val="004027ED"/>
    <w:rsid w:val="00404F21"/>
    <w:rsid w:val="00406A9A"/>
    <w:rsid w:val="00410A79"/>
    <w:rsid w:val="00415E9E"/>
    <w:rsid w:val="00416002"/>
    <w:rsid w:val="004244D7"/>
    <w:rsid w:val="00424C9D"/>
    <w:rsid w:val="00430FDF"/>
    <w:rsid w:val="0043221C"/>
    <w:rsid w:val="0043393B"/>
    <w:rsid w:val="00435C8E"/>
    <w:rsid w:val="00437E61"/>
    <w:rsid w:val="00441538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44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C611F"/>
    <w:rsid w:val="004D6334"/>
    <w:rsid w:val="004E30D5"/>
    <w:rsid w:val="004E552F"/>
    <w:rsid w:val="004F275D"/>
    <w:rsid w:val="004F3E8B"/>
    <w:rsid w:val="004F42A8"/>
    <w:rsid w:val="004F4A80"/>
    <w:rsid w:val="004F656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1C42"/>
    <w:rsid w:val="0051493E"/>
    <w:rsid w:val="00521B13"/>
    <w:rsid w:val="00523790"/>
    <w:rsid w:val="00531BE2"/>
    <w:rsid w:val="00533A04"/>
    <w:rsid w:val="00533E08"/>
    <w:rsid w:val="0053593F"/>
    <w:rsid w:val="005374D3"/>
    <w:rsid w:val="00537A47"/>
    <w:rsid w:val="005425B2"/>
    <w:rsid w:val="00544817"/>
    <w:rsid w:val="00544AEF"/>
    <w:rsid w:val="0054560E"/>
    <w:rsid w:val="005456E4"/>
    <w:rsid w:val="00550595"/>
    <w:rsid w:val="00552434"/>
    <w:rsid w:val="00553745"/>
    <w:rsid w:val="00553F2B"/>
    <w:rsid w:val="00555595"/>
    <w:rsid w:val="005556B1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6D7E"/>
    <w:rsid w:val="00587101"/>
    <w:rsid w:val="005873C0"/>
    <w:rsid w:val="00587BA5"/>
    <w:rsid w:val="00591751"/>
    <w:rsid w:val="00594D20"/>
    <w:rsid w:val="005A030B"/>
    <w:rsid w:val="005A36C8"/>
    <w:rsid w:val="005A37CD"/>
    <w:rsid w:val="005B6626"/>
    <w:rsid w:val="005C2C48"/>
    <w:rsid w:val="005C51CD"/>
    <w:rsid w:val="005C53D5"/>
    <w:rsid w:val="005C5AD0"/>
    <w:rsid w:val="005C669E"/>
    <w:rsid w:val="005C74EA"/>
    <w:rsid w:val="005C7923"/>
    <w:rsid w:val="005C7A2E"/>
    <w:rsid w:val="005D009D"/>
    <w:rsid w:val="005D64A6"/>
    <w:rsid w:val="005E0B75"/>
    <w:rsid w:val="005E59D6"/>
    <w:rsid w:val="005F7601"/>
    <w:rsid w:val="006138DF"/>
    <w:rsid w:val="00614293"/>
    <w:rsid w:val="00614AA8"/>
    <w:rsid w:val="0061502F"/>
    <w:rsid w:val="006164C9"/>
    <w:rsid w:val="00621780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764D5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0944"/>
    <w:rsid w:val="006B39E1"/>
    <w:rsid w:val="006B4954"/>
    <w:rsid w:val="006C2EF0"/>
    <w:rsid w:val="006C3ECB"/>
    <w:rsid w:val="006C6446"/>
    <w:rsid w:val="006D0A88"/>
    <w:rsid w:val="006D10CE"/>
    <w:rsid w:val="006D2486"/>
    <w:rsid w:val="006D41BD"/>
    <w:rsid w:val="006D5752"/>
    <w:rsid w:val="006D57C4"/>
    <w:rsid w:val="006D73EA"/>
    <w:rsid w:val="006E2434"/>
    <w:rsid w:val="006E2CD1"/>
    <w:rsid w:val="006F33F1"/>
    <w:rsid w:val="006F4202"/>
    <w:rsid w:val="006F7911"/>
    <w:rsid w:val="0070481A"/>
    <w:rsid w:val="00704F84"/>
    <w:rsid w:val="00705887"/>
    <w:rsid w:val="00705995"/>
    <w:rsid w:val="00707A6E"/>
    <w:rsid w:val="00711836"/>
    <w:rsid w:val="00713236"/>
    <w:rsid w:val="0071586A"/>
    <w:rsid w:val="00717B9C"/>
    <w:rsid w:val="0072043D"/>
    <w:rsid w:val="00724184"/>
    <w:rsid w:val="00724A10"/>
    <w:rsid w:val="00724EE1"/>
    <w:rsid w:val="007324C1"/>
    <w:rsid w:val="00732B75"/>
    <w:rsid w:val="0073645E"/>
    <w:rsid w:val="0074293A"/>
    <w:rsid w:val="00743E08"/>
    <w:rsid w:val="007478C3"/>
    <w:rsid w:val="00751B3E"/>
    <w:rsid w:val="00754020"/>
    <w:rsid w:val="00756F33"/>
    <w:rsid w:val="00760B71"/>
    <w:rsid w:val="0076154D"/>
    <w:rsid w:val="0076313B"/>
    <w:rsid w:val="00763D96"/>
    <w:rsid w:val="00763FEC"/>
    <w:rsid w:val="007641E7"/>
    <w:rsid w:val="0076585B"/>
    <w:rsid w:val="00770E92"/>
    <w:rsid w:val="00773C6B"/>
    <w:rsid w:val="00776527"/>
    <w:rsid w:val="00780360"/>
    <w:rsid w:val="00780D1A"/>
    <w:rsid w:val="00783323"/>
    <w:rsid w:val="00785685"/>
    <w:rsid w:val="00791690"/>
    <w:rsid w:val="00791B3D"/>
    <w:rsid w:val="0079588B"/>
    <w:rsid w:val="00796456"/>
    <w:rsid w:val="007A2453"/>
    <w:rsid w:val="007B12AC"/>
    <w:rsid w:val="007B3157"/>
    <w:rsid w:val="007B39F7"/>
    <w:rsid w:val="007B4256"/>
    <w:rsid w:val="007B5793"/>
    <w:rsid w:val="007B66F8"/>
    <w:rsid w:val="007C2CF1"/>
    <w:rsid w:val="007C3DE4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7F5EE3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4475B"/>
    <w:rsid w:val="00845DA1"/>
    <w:rsid w:val="00846FCE"/>
    <w:rsid w:val="00851E85"/>
    <w:rsid w:val="00854BDD"/>
    <w:rsid w:val="00862CFA"/>
    <w:rsid w:val="008640C1"/>
    <w:rsid w:val="00864D33"/>
    <w:rsid w:val="00865404"/>
    <w:rsid w:val="008659AA"/>
    <w:rsid w:val="0087161F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1C3"/>
    <w:rsid w:val="008C12A1"/>
    <w:rsid w:val="008C7470"/>
    <w:rsid w:val="008D1D59"/>
    <w:rsid w:val="008D4557"/>
    <w:rsid w:val="008E0693"/>
    <w:rsid w:val="008E1725"/>
    <w:rsid w:val="008E2A8D"/>
    <w:rsid w:val="008E481F"/>
    <w:rsid w:val="008F030A"/>
    <w:rsid w:val="008F04F0"/>
    <w:rsid w:val="008F0ED9"/>
    <w:rsid w:val="008F3AFC"/>
    <w:rsid w:val="008F4643"/>
    <w:rsid w:val="008F54ED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6CEA"/>
    <w:rsid w:val="0091797B"/>
    <w:rsid w:val="00921990"/>
    <w:rsid w:val="00922772"/>
    <w:rsid w:val="009328B4"/>
    <w:rsid w:val="009376D1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CFA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2FF"/>
    <w:rsid w:val="00983679"/>
    <w:rsid w:val="00984730"/>
    <w:rsid w:val="009860A6"/>
    <w:rsid w:val="00990A96"/>
    <w:rsid w:val="00991C01"/>
    <w:rsid w:val="00995408"/>
    <w:rsid w:val="009A05CF"/>
    <w:rsid w:val="009A292A"/>
    <w:rsid w:val="009A34E6"/>
    <w:rsid w:val="009A43F1"/>
    <w:rsid w:val="009A5B46"/>
    <w:rsid w:val="009A6FAC"/>
    <w:rsid w:val="009A7770"/>
    <w:rsid w:val="009B6832"/>
    <w:rsid w:val="009B6D07"/>
    <w:rsid w:val="009B7C71"/>
    <w:rsid w:val="009C025B"/>
    <w:rsid w:val="009C1FD5"/>
    <w:rsid w:val="009C3240"/>
    <w:rsid w:val="009C5AD2"/>
    <w:rsid w:val="009C5C44"/>
    <w:rsid w:val="009D1E42"/>
    <w:rsid w:val="009D1EF3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4D06"/>
    <w:rsid w:val="009F77D3"/>
    <w:rsid w:val="00A007E4"/>
    <w:rsid w:val="00A11647"/>
    <w:rsid w:val="00A121A5"/>
    <w:rsid w:val="00A12685"/>
    <w:rsid w:val="00A13EC0"/>
    <w:rsid w:val="00A154C0"/>
    <w:rsid w:val="00A21034"/>
    <w:rsid w:val="00A23E25"/>
    <w:rsid w:val="00A2441A"/>
    <w:rsid w:val="00A32B1E"/>
    <w:rsid w:val="00A335DE"/>
    <w:rsid w:val="00A36B77"/>
    <w:rsid w:val="00A37436"/>
    <w:rsid w:val="00A420FD"/>
    <w:rsid w:val="00A46097"/>
    <w:rsid w:val="00A47788"/>
    <w:rsid w:val="00A53809"/>
    <w:rsid w:val="00A53B78"/>
    <w:rsid w:val="00A53EF8"/>
    <w:rsid w:val="00A549B4"/>
    <w:rsid w:val="00A60B77"/>
    <w:rsid w:val="00A60EFC"/>
    <w:rsid w:val="00A71809"/>
    <w:rsid w:val="00A746B6"/>
    <w:rsid w:val="00A7610C"/>
    <w:rsid w:val="00A76D74"/>
    <w:rsid w:val="00A8044C"/>
    <w:rsid w:val="00A81560"/>
    <w:rsid w:val="00A8501E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D73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1A7"/>
    <w:rsid w:val="00B26E96"/>
    <w:rsid w:val="00B32886"/>
    <w:rsid w:val="00B32E83"/>
    <w:rsid w:val="00B3549F"/>
    <w:rsid w:val="00B44664"/>
    <w:rsid w:val="00B5491D"/>
    <w:rsid w:val="00B54A59"/>
    <w:rsid w:val="00B565D5"/>
    <w:rsid w:val="00B60994"/>
    <w:rsid w:val="00B62A7B"/>
    <w:rsid w:val="00B62D35"/>
    <w:rsid w:val="00B63D65"/>
    <w:rsid w:val="00B65554"/>
    <w:rsid w:val="00B66532"/>
    <w:rsid w:val="00B67DFD"/>
    <w:rsid w:val="00B719B1"/>
    <w:rsid w:val="00B7324A"/>
    <w:rsid w:val="00B7334E"/>
    <w:rsid w:val="00B74717"/>
    <w:rsid w:val="00B831C9"/>
    <w:rsid w:val="00B83A90"/>
    <w:rsid w:val="00B86840"/>
    <w:rsid w:val="00B9556A"/>
    <w:rsid w:val="00B96927"/>
    <w:rsid w:val="00BA5C4A"/>
    <w:rsid w:val="00BA5F14"/>
    <w:rsid w:val="00BA7367"/>
    <w:rsid w:val="00BB2784"/>
    <w:rsid w:val="00BB327A"/>
    <w:rsid w:val="00BB453B"/>
    <w:rsid w:val="00BC0AD0"/>
    <w:rsid w:val="00BC4E0F"/>
    <w:rsid w:val="00BC5763"/>
    <w:rsid w:val="00BC6D94"/>
    <w:rsid w:val="00BC6F8A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08"/>
    <w:rsid w:val="00BF558B"/>
    <w:rsid w:val="00BF612C"/>
    <w:rsid w:val="00C0037A"/>
    <w:rsid w:val="00C00B65"/>
    <w:rsid w:val="00C020A9"/>
    <w:rsid w:val="00C02708"/>
    <w:rsid w:val="00C03ED2"/>
    <w:rsid w:val="00C05841"/>
    <w:rsid w:val="00C065D4"/>
    <w:rsid w:val="00C06E52"/>
    <w:rsid w:val="00C077D9"/>
    <w:rsid w:val="00C15FA0"/>
    <w:rsid w:val="00C22CFF"/>
    <w:rsid w:val="00C230F1"/>
    <w:rsid w:val="00C2757E"/>
    <w:rsid w:val="00C36436"/>
    <w:rsid w:val="00C40CA5"/>
    <w:rsid w:val="00C4263E"/>
    <w:rsid w:val="00C45E8A"/>
    <w:rsid w:val="00C4674E"/>
    <w:rsid w:val="00C467DA"/>
    <w:rsid w:val="00C50FAA"/>
    <w:rsid w:val="00C51C02"/>
    <w:rsid w:val="00C52293"/>
    <w:rsid w:val="00C62429"/>
    <w:rsid w:val="00C673E4"/>
    <w:rsid w:val="00C75542"/>
    <w:rsid w:val="00C76100"/>
    <w:rsid w:val="00C77DFA"/>
    <w:rsid w:val="00C85237"/>
    <w:rsid w:val="00C8657C"/>
    <w:rsid w:val="00C9052F"/>
    <w:rsid w:val="00C90EC9"/>
    <w:rsid w:val="00C93722"/>
    <w:rsid w:val="00C94D0C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3C1C"/>
    <w:rsid w:val="00CC552F"/>
    <w:rsid w:val="00CC72A8"/>
    <w:rsid w:val="00CD0B40"/>
    <w:rsid w:val="00CD0F90"/>
    <w:rsid w:val="00CD2AB0"/>
    <w:rsid w:val="00CD411E"/>
    <w:rsid w:val="00CD6190"/>
    <w:rsid w:val="00CD6C6D"/>
    <w:rsid w:val="00CD6F5E"/>
    <w:rsid w:val="00CE30F7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BA7"/>
    <w:rsid w:val="00CF7014"/>
    <w:rsid w:val="00D013FE"/>
    <w:rsid w:val="00D04741"/>
    <w:rsid w:val="00D1096E"/>
    <w:rsid w:val="00D10CB9"/>
    <w:rsid w:val="00D1259C"/>
    <w:rsid w:val="00D15F2E"/>
    <w:rsid w:val="00D17469"/>
    <w:rsid w:val="00D2492A"/>
    <w:rsid w:val="00D26385"/>
    <w:rsid w:val="00D348C8"/>
    <w:rsid w:val="00D349D2"/>
    <w:rsid w:val="00D374EC"/>
    <w:rsid w:val="00D44D1D"/>
    <w:rsid w:val="00D4743D"/>
    <w:rsid w:val="00D47B38"/>
    <w:rsid w:val="00D53CB0"/>
    <w:rsid w:val="00D56EB8"/>
    <w:rsid w:val="00D57B1F"/>
    <w:rsid w:val="00D61B2F"/>
    <w:rsid w:val="00D63032"/>
    <w:rsid w:val="00D63F5F"/>
    <w:rsid w:val="00D65AF2"/>
    <w:rsid w:val="00D65FDE"/>
    <w:rsid w:val="00D665CD"/>
    <w:rsid w:val="00D702FE"/>
    <w:rsid w:val="00D70859"/>
    <w:rsid w:val="00D71046"/>
    <w:rsid w:val="00D73D18"/>
    <w:rsid w:val="00D75CF8"/>
    <w:rsid w:val="00D75E76"/>
    <w:rsid w:val="00D854A9"/>
    <w:rsid w:val="00D86283"/>
    <w:rsid w:val="00D93C64"/>
    <w:rsid w:val="00D9506B"/>
    <w:rsid w:val="00D95419"/>
    <w:rsid w:val="00DA0D8B"/>
    <w:rsid w:val="00DA0E62"/>
    <w:rsid w:val="00DA2753"/>
    <w:rsid w:val="00DA58E8"/>
    <w:rsid w:val="00DA7F59"/>
    <w:rsid w:val="00DB30D7"/>
    <w:rsid w:val="00DB4E97"/>
    <w:rsid w:val="00DB601B"/>
    <w:rsid w:val="00DB658B"/>
    <w:rsid w:val="00DB6825"/>
    <w:rsid w:val="00DC0572"/>
    <w:rsid w:val="00DC071D"/>
    <w:rsid w:val="00DC341B"/>
    <w:rsid w:val="00DC50A7"/>
    <w:rsid w:val="00DC6FE8"/>
    <w:rsid w:val="00DD0AA8"/>
    <w:rsid w:val="00DD3F27"/>
    <w:rsid w:val="00DE21CB"/>
    <w:rsid w:val="00DF14A2"/>
    <w:rsid w:val="00DF3341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12D3"/>
    <w:rsid w:val="00E32282"/>
    <w:rsid w:val="00E35747"/>
    <w:rsid w:val="00E36E44"/>
    <w:rsid w:val="00E430D7"/>
    <w:rsid w:val="00E44C09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66D6"/>
    <w:rsid w:val="00EB798D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122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43894"/>
    <w:rsid w:val="00F5076B"/>
    <w:rsid w:val="00F5172D"/>
    <w:rsid w:val="00F524C3"/>
    <w:rsid w:val="00F53822"/>
    <w:rsid w:val="00F54376"/>
    <w:rsid w:val="00F568CD"/>
    <w:rsid w:val="00F6284C"/>
    <w:rsid w:val="00F62BD7"/>
    <w:rsid w:val="00F63345"/>
    <w:rsid w:val="00F6411D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365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3267"/>
    <w:rsid w:val="00FE45AA"/>
    <w:rsid w:val="00FE4A5B"/>
    <w:rsid w:val="00FE5C0A"/>
    <w:rsid w:val="00FF0129"/>
    <w:rsid w:val="00FF1ADB"/>
    <w:rsid w:val="00FF1C40"/>
    <w:rsid w:val="00FF1D82"/>
    <w:rsid w:val="00FF4C82"/>
    <w:rsid w:val="00FF6084"/>
    <w:rsid w:val="00FF6C38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25E8AC-832F-47C3-A20E-02610814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104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aliases w:val="мой"/>
    <w:basedOn w:val="a"/>
    <w:link w:val="af0"/>
    <w:uiPriority w:val="34"/>
    <w:qFormat/>
    <w:rsid w:val="00455F7A"/>
    <w:pPr>
      <w:ind w:left="720"/>
      <w:contextualSpacing/>
    </w:pPr>
  </w:style>
  <w:style w:type="character" w:styleId="af1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3515F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3515F3"/>
  </w:style>
  <w:style w:type="paragraph" w:styleId="af4">
    <w:name w:val="annotation subject"/>
    <w:basedOn w:val="af2"/>
    <w:next w:val="af2"/>
    <w:link w:val="af5"/>
    <w:semiHidden/>
    <w:unhideWhenUsed/>
    <w:rsid w:val="003515F3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3515F3"/>
    <w:rPr>
      <w:b/>
      <w:bCs/>
    </w:rPr>
  </w:style>
  <w:style w:type="paragraph" w:styleId="af6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  <w:style w:type="character" w:customStyle="1" w:styleId="af0">
    <w:name w:val="Абзац списка Знак"/>
    <w:aliases w:val="мой Знак"/>
    <w:basedOn w:val="a0"/>
    <w:link w:val="af"/>
    <w:locked/>
    <w:rsid w:val="00371F61"/>
    <w:rPr>
      <w:sz w:val="24"/>
      <w:szCs w:val="24"/>
    </w:rPr>
  </w:style>
  <w:style w:type="character" w:customStyle="1" w:styleId="2">
    <w:name w:val="Основной текст (2)"/>
    <w:basedOn w:val="a0"/>
    <w:rsid w:val="00371F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9"/>
    <w:rsid w:val="00D71046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48811-29C9-4E77-998D-B88D6F542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378</TotalTime>
  <Pages>1</Pages>
  <Words>7168</Words>
  <Characters>40859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47932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Silina LA</cp:lastModifiedBy>
  <cp:revision>34</cp:revision>
  <cp:lastPrinted>2023-08-08T06:16:00Z</cp:lastPrinted>
  <dcterms:created xsi:type="dcterms:W3CDTF">2023-06-28T02:56:00Z</dcterms:created>
  <dcterms:modified xsi:type="dcterms:W3CDTF">2023-08-11T01:10:00Z</dcterms:modified>
</cp:coreProperties>
</file>